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C12F37" w:rsidRDefault="00DB171C" w:rsidP="00F7216E">
      <w:pPr>
        <w:pStyle w:val="Title"/>
      </w:pPr>
      <w:bookmarkStart w:id="0" w:name="_GoBack"/>
      <w:bookmarkStart w:id="1" w:name="_Toc205632711"/>
      <w:bookmarkEnd w:id="0"/>
    </w:p>
    <w:p w:rsidR="00F7216E" w:rsidRPr="00C12F37" w:rsidRDefault="004D5831" w:rsidP="00F7216E">
      <w:pPr>
        <w:pStyle w:val="Title"/>
      </w:pPr>
      <w:r w:rsidRPr="00C12F37">
        <w:t>Alert Watch and Response Engine (AWARE)</w:t>
      </w:r>
    </w:p>
    <w:p w:rsidR="004F3A80" w:rsidRPr="00C12F37" w:rsidRDefault="004F3A80" w:rsidP="004F3A80">
      <w:pPr>
        <w:pStyle w:val="Title2"/>
      </w:pPr>
    </w:p>
    <w:p w:rsidR="004F3A80" w:rsidRPr="00C12F37" w:rsidRDefault="004D5831" w:rsidP="00DF6735">
      <w:pPr>
        <w:pStyle w:val="InstructionalTextMainTitle"/>
        <w:rPr>
          <w:rFonts w:ascii="Arial" w:hAnsi="Arial" w:cs="Arial"/>
          <w:b/>
          <w:i w:val="0"/>
          <w:color w:val="000000" w:themeColor="text1"/>
          <w:sz w:val="28"/>
          <w:szCs w:val="28"/>
        </w:rPr>
      </w:pPr>
      <w:r w:rsidRPr="00C12F37">
        <w:rPr>
          <w:rFonts w:ascii="Arial" w:hAnsi="Arial" w:cs="Arial"/>
          <w:b/>
          <w:i w:val="0"/>
          <w:color w:val="000000" w:themeColor="text1"/>
          <w:sz w:val="28"/>
          <w:szCs w:val="28"/>
        </w:rPr>
        <w:t>Version Description Document</w:t>
      </w:r>
      <w:r w:rsidR="00EE2FDB" w:rsidRPr="00C12F37">
        <w:rPr>
          <w:rFonts w:ascii="Arial" w:hAnsi="Arial" w:cs="Arial"/>
          <w:b/>
          <w:i w:val="0"/>
          <w:color w:val="000000" w:themeColor="text1"/>
          <w:sz w:val="28"/>
          <w:szCs w:val="28"/>
        </w:rPr>
        <w:t>/Release Notes</w:t>
      </w:r>
    </w:p>
    <w:p w:rsidR="004F3A80" w:rsidRPr="00C12F37" w:rsidRDefault="00AF08B7" w:rsidP="004F3A80">
      <w:pPr>
        <w:pStyle w:val="Title2"/>
      </w:pPr>
      <w:r w:rsidRPr="00C12F37">
        <w:t>AWARE</w:t>
      </w:r>
      <w:r w:rsidR="004D5831" w:rsidRPr="00C12F37">
        <w:t xml:space="preserve"> Version 1.</w:t>
      </w:r>
      <w:r w:rsidRPr="00C12F37">
        <w:t>1.</w:t>
      </w:r>
      <w:r w:rsidR="0072306B">
        <w:t>6</w:t>
      </w:r>
      <w:r w:rsidR="00A74CAA" w:rsidRPr="00C12F37">
        <w:t xml:space="preserve"> </w:t>
      </w:r>
      <w:r w:rsidR="00A13070" w:rsidRPr="00C12F37">
        <w:t>Test Environment</w:t>
      </w:r>
    </w:p>
    <w:p w:rsidR="00EB230B" w:rsidRPr="00C12F37" w:rsidRDefault="00EB230B" w:rsidP="004F3A80">
      <w:pPr>
        <w:pStyle w:val="Title2"/>
      </w:pPr>
      <w:proofErr w:type="gramStart"/>
      <w:r w:rsidRPr="00C12F37">
        <w:t>for</w:t>
      </w:r>
      <w:proofErr w:type="gramEnd"/>
    </w:p>
    <w:p w:rsidR="004F3A80" w:rsidRPr="00C12F37" w:rsidRDefault="001D3313" w:rsidP="004F3A80">
      <w:pPr>
        <w:pStyle w:val="Title2"/>
      </w:pPr>
      <w:r w:rsidRPr="00C12F37">
        <w:t xml:space="preserve">VA </w:t>
      </w:r>
      <w:r w:rsidR="005B6DDD">
        <w:t>Long Beach Healthcare System</w:t>
      </w:r>
      <w:r w:rsidR="0066242C">
        <w:t xml:space="preserve"> in Long Beach</w:t>
      </w:r>
    </w:p>
    <w:p w:rsidR="001D3313" w:rsidRPr="00C12F37" w:rsidRDefault="001D3313" w:rsidP="004F3A80">
      <w:pPr>
        <w:pStyle w:val="Title2"/>
      </w:pPr>
    </w:p>
    <w:p w:rsidR="004F3A80" w:rsidRPr="00C12F37" w:rsidRDefault="00B859DB" w:rsidP="004F3A80">
      <w:pPr>
        <w:pStyle w:val="CoverTitleInstructions"/>
      </w:pPr>
      <w:r w:rsidRPr="00C12F37">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C12F37" w:rsidRDefault="004F3A80" w:rsidP="004F3A80">
      <w:pPr>
        <w:pStyle w:val="CoverTitleInstructions"/>
      </w:pPr>
    </w:p>
    <w:p w:rsidR="004F3A80" w:rsidRPr="00C12F37" w:rsidRDefault="004F3A80" w:rsidP="004F3A80">
      <w:pPr>
        <w:pStyle w:val="CoverTitleInstructions"/>
      </w:pPr>
    </w:p>
    <w:p w:rsidR="004F3A80" w:rsidRPr="00C12F37" w:rsidRDefault="00EF6254" w:rsidP="00DF6735">
      <w:pPr>
        <w:pStyle w:val="InstructionalTextTitle2"/>
        <w:rPr>
          <w:rFonts w:ascii="Arial" w:hAnsi="Arial" w:cs="Arial"/>
          <w:b/>
          <w:i w:val="0"/>
          <w:color w:val="000000" w:themeColor="text1"/>
          <w:sz w:val="28"/>
          <w:szCs w:val="28"/>
        </w:rPr>
      </w:pPr>
      <w:r>
        <w:rPr>
          <w:rFonts w:ascii="Arial" w:hAnsi="Arial" w:cs="Arial"/>
          <w:b/>
          <w:i w:val="0"/>
          <w:color w:val="000000" w:themeColor="text1"/>
          <w:sz w:val="28"/>
          <w:szCs w:val="28"/>
        </w:rPr>
        <w:t>March</w:t>
      </w:r>
      <w:r w:rsidR="0078079B" w:rsidRPr="00C12F37">
        <w:rPr>
          <w:rFonts w:ascii="Arial" w:hAnsi="Arial" w:cs="Arial"/>
          <w:b/>
          <w:i w:val="0"/>
          <w:color w:val="000000" w:themeColor="text1"/>
          <w:sz w:val="28"/>
          <w:szCs w:val="28"/>
        </w:rPr>
        <w:t xml:space="preserve"> 201</w:t>
      </w:r>
      <w:r w:rsidR="0072306B">
        <w:rPr>
          <w:rFonts w:ascii="Arial" w:hAnsi="Arial" w:cs="Arial"/>
          <w:b/>
          <w:i w:val="0"/>
          <w:color w:val="000000" w:themeColor="text1"/>
          <w:sz w:val="28"/>
          <w:szCs w:val="28"/>
        </w:rPr>
        <w:t>5</w:t>
      </w:r>
    </w:p>
    <w:p w:rsidR="004D5831" w:rsidRPr="00C12F37" w:rsidRDefault="004D5831" w:rsidP="004D5831">
      <w:pPr>
        <w:pStyle w:val="Title2"/>
      </w:pPr>
    </w:p>
    <w:p w:rsidR="004D5831" w:rsidRPr="00C12F37" w:rsidRDefault="004D5831" w:rsidP="004D5831">
      <w:pPr>
        <w:pStyle w:val="Title2"/>
      </w:pPr>
      <w:r w:rsidRPr="00C12F37">
        <w:t>Prepared by Harris Corporation</w:t>
      </w:r>
    </w:p>
    <w:p w:rsidR="00F7216E" w:rsidRPr="00C12F37" w:rsidRDefault="00F7216E" w:rsidP="00F7216E">
      <w:pPr>
        <w:pStyle w:val="Title2"/>
      </w:pPr>
    </w:p>
    <w:p w:rsidR="002A07AC" w:rsidRPr="00C12F37" w:rsidRDefault="002A07AC">
      <w:pPr>
        <w:rPr>
          <w:rFonts w:ascii="Arial" w:hAnsi="Arial" w:cs="Arial"/>
          <w:b/>
          <w:bCs/>
          <w:sz w:val="28"/>
          <w:szCs w:val="32"/>
        </w:rPr>
      </w:pPr>
      <w:r w:rsidRPr="00C12F37">
        <w:br w:type="page"/>
      </w:r>
    </w:p>
    <w:p w:rsidR="004D5831" w:rsidRPr="00C12F37" w:rsidRDefault="004F3A80" w:rsidP="002A07AC">
      <w:pPr>
        <w:pStyle w:val="Title2"/>
      </w:pPr>
      <w:r w:rsidRPr="00C12F3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C12F37" w:rsidTr="009F6E32">
        <w:trPr>
          <w:cantSplit/>
          <w:tblHeader/>
        </w:trPr>
        <w:tc>
          <w:tcPr>
            <w:tcW w:w="606"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Creation Date</w:t>
            </w:r>
          </w:p>
        </w:tc>
        <w:tc>
          <w:tcPr>
            <w:tcW w:w="485"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Version No.</w:t>
            </w:r>
          </w:p>
        </w:tc>
        <w:tc>
          <w:tcPr>
            <w:tcW w:w="1597"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Description/Comments</w:t>
            </w:r>
          </w:p>
        </w:tc>
        <w:tc>
          <w:tcPr>
            <w:tcW w:w="563"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Author(s)</w:t>
            </w:r>
          </w:p>
        </w:tc>
        <w:tc>
          <w:tcPr>
            <w:tcW w:w="687"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Reviewer(s)</w:t>
            </w:r>
          </w:p>
        </w:tc>
        <w:tc>
          <w:tcPr>
            <w:tcW w:w="472"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Review Type</w:t>
            </w:r>
          </w:p>
        </w:tc>
        <w:tc>
          <w:tcPr>
            <w:tcW w:w="590"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Issue Date</w:t>
            </w:r>
          </w:p>
        </w:tc>
      </w:tr>
      <w:tr w:rsidR="002A07AC" w:rsidRPr="00C12F37" w:rsidTr="009F6E32">
        <w:trPr>
          <w:cantSplit/>
        </w:trPr>
        <w:tc>
          <w:tcPr>
            <w:tcW w:w="606" w:type="pct"/>
            <w:vAlign w:val="center"/>
          </w:tcPr>
          <w:p w:rsidR="002A07AC" w:rsidRPr="00C12F37" w:rsidRDefault="00945A5C" w:rsidP="002D6AC6">
            <w:pPr>
              <w:pStyle w:val="TableText"/>
              <w:jc w:val="center"/>
              <w:rPr>
                <w:sz w:val="18"/>
                <w:szCs w:val="18"/>
              </w:rPr>
            </w:pPr>
            <w:r>
              <w:rPr>
                <w:sz w:val="18"/>
                <w:szCs w:val="18"/>
              </w:rPr>
              <w:t>03/</w:t>
            </w:r>
            <w:r w:rsidR="002D6AC6">
              <w:rPr>
                <w:sz w:val="18"/>
                <w:szCs w:val="18"/>
              </w:rPr>
              <w:t>23</w:t>
            </w:r>
            <w:r w:rsidR="007D3ECB" w:rsidRPr="00C12F37">
              <w:rPr>
                <w:sz w:val="18"/>
                <w:szCs w:val="18"/>
              </w:rPr>
              <w:t>/201</w:t>
            </w:r>
            <w:r w:rsidR="0072306B">
              <w:rPr>
                <w:sz w:val="18"/>
                <w:szCs w:val="18"/>
              </w:rPr>
              <w:t>5</w:t>
            </w:r>
          </w:p>
        </w:tc>
        <w:tc>
          <w:tcPr>
            <w:tcW w:w="485" w:type="pct"/>
            <w:vAlign w:val="center"/>
          </w:tcPr>
          <w:p w:rsidR="002A07AC" w:rsidRPr="00C12F37" w:rsidRDefault="007A0EBF" w:rsidP="003A6A73">
            <w:pPr>
              <w:pStyle w:val="TableText"/>
              <w:jc w:val="center"/>
              <w:rPr>
                <w:sz w:val="18"/>
                <w:szCs w:val="18"/>
              </w:rPr>
            </w:pPr>
            <w:r w:rsidRPr="00C12F37">
              <w:rPr>
                <w:sz w:val="18"/>
                <w:szCs w:val="18"/>
              </w:rPr>
              <w:t>0.01</w:t>
            </w:r>
          </w:p>
        </w:tc>
        <w:tc>
          <w:tcPr>
            <w:tcW w:w="1597" w:type="pct"/>
            <w:vAlign w:val="center"/>
          </w:tcPr>
          <w:p w:rsidR="002A07AC" w:rsidRPr="00C12F37" w:rsidRDefault="00FB66BB" w:rsidP="00A1474F">
            <w:pPr>
              <w:pStyle w:val="TableText"/>
              <w:rPr>
                <w:sz w:val="18"/>
                <w:szCs w:val="18"/>
              </w:rPr>
            </w:pPr>
            <w:r w:rsidRPr="00C12F37">
              <w:rPr>
                <w:sz w:val="18"/>
                <w:szCs w:val="18"/>
              </w:rPr>
              <w:t>R</w:t>
            </w:r>
            <w:r w:rsidR="00C25F89" w:rsidRPr="00C12F37">
              <w:rPr>
                <w:sz w:val="18"/>
                <w:szCs w:val="18"/>
              </w:rPr>
              <w:t>elease of AWARE Version 1.1.</w:t>
            </w:r>
            <w:r w:rsidR="0072306B">
              <w:rPr>
                <w:sz w:val="18"/>
                <w:szCs w:val="18"/>
              </w:rPr>
              <w:t>6</w:t>
            </w:r>
            <w:r w:rsidR="00CB7417" w:rsidRPr="00C12F37">
              <w:rPr>
                <w:sz w:val="18"/>
                <w:szCs w:val="18"/>
              </w:rPr>
              <w:t xml:space="preserve"> </w:t>
            </w:r>
            <w:r w:rsidR="00D03B17" w:rsidRPr="00C12F37">
              <w:rPr>
                <w:sz w:val="18"/>
                <w:szCs w:val="18"/>
              </w:rPr>
              <w:t>for</w:t>
            </w:r>
            <w:r w:rsidR="00A13070" w:rsidRPr="00C12F37">
              <w:rPr>
                <w:sz w:val="18"/>
                <w:szCs w:val="18"/>
              </w:rPr>
              <w:t xml:space="preserve"> VA</w:t>
            </w:r>
            <w:r w:rsidR="00D03B17" w:rsidRPr="00C12F37">
              <w:rPr>
                <w:sz w:val="18"/>
                <w:szCs w:val="18"/>
              </w:rPr>
              <w:t xml:space="preserve"> </w:t>
            </w:r>
            <w:r w:rsidR="00A1474F">
              <w:rPr>
                <w:sz w:val="18"/>
                <w:szCs w:val="18"/>
              </w:rPr>
              <w:t>Long Beach Healthcare System</w:t>
            </w:r>
            <w:r w:rsidR="00BB08AD">
              <w:rPr>
                <w:sz w:val="18"/>
                <w:szCs w:val="18"/>
              </w:rPr>
              <w:t xml:space="preserve"> in </w:t>
            </w:r>
            <w:r w:rsidR="00A74CAA" w:rsidRPr="00C12F37">
              <w:rPr>
                <w:sz w:val="18"/>
                <w:szCs w:val="18"/>
              </w:rPr>
              <w:t>Long Beac</w:t>
            </w:r>
            <w:r w:rsidR="009C0EB2">
              <w:rPr>
                <w:sz w:val="18"/>
                <w:szCs w:val="18"/>
              </w:rPr>
              <w:t>h.</w:t>
            </w:r>
          </w:p>
        </w:tc>
        <w:tc>
          <w:tcPr>
            <w:tcW w:w="563" w:type="pct"/>
            <w:vAlign w:val="center"/>
          </w:tcPr>
          <w:p w:rsidR="002A07AC" w:rsidRPr="00C12F37" w:rsidRDefault="002A07AC" w:rsidP="003A6A73">
            <w:pPr>
              <w:pStyle w:val="TableText"/>
              <w:rPr>
                <w:sz w:val="18"/>
                <w:szCs w:val="18"/>
              </w:rPr>
            </w:pPr>
            <w:r w:rsidRPr="00C12F37">
              <w:rPr>
                <w:sz w:val="18"/>
                <w:szCs w:val="18"/>
              </w:rPr>
              <w:t>L. Glance</w:t>
            </w:r>
          </w:p>
        </w:tc>
        <w:tc>
          <w:tcPr>
            <w:tcW w:w="687" w:type="pct"/>
            <w:vAlign w:val="center"/>
          </w:tcPr>
          <w:p w:rsidR="00296A6F" w:rsidRPr="00C12F37" w:rsidRDefault="00296A6F" w:rsidP="00F71931">
            <w:pPr>
              <w:spacing w:before="40" w:after="40"/>
              <w:rPr>
                <w:rFonts w:ascii="Arial" w:eastAsiaTheme="minorHAnsi" w:hAnsi="Arial" w:cs="Arial"/>
                <w:sz w:val="18"/>
                <w:szCs w:val="18"/>
              </w:rPr>
            </w:pPr>
          </w:p>
        </w:tc>
        <w:tc>
          <w:tcPr>
            <w:tcW w:w="472" w:type="pct"/>
            <w:vAlign w:val="center"/>
          </w:tcPr>
          <w:p w:rsidR="002A07AC" w:rsidRPr="00C12F37" w:rsidRDefault="002A07AC" w:rsidP="003A6A73">
            <w:pPr>
              <w:pStyle w:val="TableText"/>
              <w:rPr>
                <w:sz w:val="18"/>
                <w:szCs w:val="18"/>
              </w:rPr>
            </w:pPr>
          </w:p>
        </w:tc>
        <w:tc>
          <w:tcPr>
            <w:tcW w:w="590" w:type="pct"/>
            <w:vAlign w:val="center"/>
          </w:tcPr>
          <w:p w:rsidR="002A07AC" w:rsidRPr="00C12F37" w:rsidRDefault="00927D12" w:rsidP="00031011">
            <w:pPr>
              <w:pStyle w:val="TableText"/>
              <w:jc w:val="center"/>
              <w:rPr>
                <w:sz w:val="18"/>
                <w:szCs w:val="18"/>
              </w:rPr>
            </w:pPr>
            <w:r>
              <w:rPr>
                <w:sz w:val="18"/>
                <w:szCs w:val="18"/>
              </w:rPr>
              <w:t>03/31/2015</w:t>
            </w: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bl>
    <w:p w:rsidR="002A07AC" w:rsidRPr="00C12F37" w:rsidRDefault="002A07AC" w:rsidP="00806450">
      <w:pPr>
        <w:pStyle w:val="Title2"/>
      </w:pPr>
    </w:p>
    <w:p w:rsidR="002A07AC" w:rsidRPr="00C12F37" w:rsidRDefault="002A07AC" w:rsidP="00806450">
      <w:pPr>
        <w:pStyle w:val="Title2"/>
      </w:pPr>
    </w:p>
    <w:p w:rsidR="00806450" w:rsidRPr="00C12F37" w:rsidRDefault="00806450" w:rsidP="00806450">
      <w:pPr>
        <w:pStyle w:val="Title2"/>
      </w:pPr>
      <w:r w:rsidRPr="00C12F37">
        <w:t>Artifact Rationale</w:t>
      </w:r>
    </w:p>
    <w:p w:rsidR="00806450" w:rsidRPr="00C12F37" w:rsidRDefault="00806450" w:rsidP="002A07AC">
      <w:pPr>
        <w:pStyle w:val="BodyText"/>
      </w:pPr>
      <w:r w:rsidRPr="00C12F3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C12F37">
        <w:t xml:space="preserve">. </w:t>
      </w:r>
      <w:r w:rsidRPr="00C12F37">
        <w:t>Therefore the document is mandatory for each deployment.</w:t>
      </w:r>
    </w:p>
    <w:p w:rsidR="00806450" w:rsidRPr="00C12F37" w:rsidRDefault="00806450" w:rsidP="00806450">
      <w:pPr>
        <w:pStyle w:val="BodyText"/>
      </w:pPr>
    </w:p>
    <w:p w:rsidR="00806450" w:rsidRPr="00C12F37" w:rsidRDefault="00806450">
      <w:pPr>
        <w:rPr>
          <w:sz w:val="24"/>
          <w:szCs w:val="20"/>
        </w:rPr>
      </w:pPr>
    </w:p>
    <w:p w:rsidR="00806450" w:rsidRPr="00C12F37" w:rsidRDefault="00806450">
      <w:pPr>
        <w:rPr>
          <w:rFonts w:ascii="Arial" w:hAnsi="Arial" w:cs="Arial"/>
          <w:b/>
          <w:bCs/>
          <w:sz w:val="28"/>
          <w:szCs w:val="32"/>
        </w:rPr>
      </w:pPr>
      <w:r w:rsidRPr="00C12F37">
        <w:br w:type="page"/>
      </w:r>
    </w:p>
    <w:p w:rsidR="004F3A80" w:rsidRPr="00C12F37" w:rsidRDefault="004F3A80" w:rsidP="00806450">
      <w:pPr>
        <w:pStyle w:val="Title2"/>
      </w:pPr>
      <w:r w:rsidRPr="00C12F37">
        <w:lastRenderedPageBreak/>
        <w:t>Table of Contents</w:t>
      </w:r>
    </w:p>
    <w:p w:rsidR="009C0EB2" w:rsidRDefault="008219B3">
      <w:pPr>
        <w:pStyle w:val="TOC1"/>
        <w:rPr>
          <w:rFonts w:asciiTheme="minorHAnsi" w:eastAsiaTheme="minorEastAsia" w:hAnsiTheme="minorHAnsi" w:cstheme="minorBidi"/>
          <w:b w:val="0"/>
          <w:noProof/>
          <w:sz w:val="22"/>
          <w:szCs w:val="22"/>
        </w:rPr>
      </w:pPr>
      <w:r w:rsidRPr="00C12F37">
        <w:fldChar w:fldCharType="begin"/>
      </w:r>
      <w:r w:rsidR="00AA0CDE" w:rsidRPr="00C12F37">
        <w:instrText xml:space="preserve"> TOC \o "1-1" \h \z \t "Heading 2,2,Heading 3,3,Heading 4,4,Heading 5,5,Heading 6,6,Heading 7,7,Heading 8,8,Heading 9,9,Subtitle,2,Appendix 1,1,Appendix 2,2,Appendix 1.1,3" </w:instrText>
      </w:r>
      <w:r w:rsidRPr="00C12F37">
        <w:fldChar w:fldCharType="separate"/>
      </w:r>
      <w:hyperlink w:anchor="_Toc415498780" w:history="1">
        <w:r w:rsidR="009C0EB2" w:rsidRPr="00106533">
          <w:rPr>
            <w:rStyle w:val="Hyperlink"/>
            <w:noProof/>
          </w:rPr>
          <w:t>1</w:t>
        </w:r>
        <w:r w:rsidR="009C0EB2">
          <w:rPr>
            <w:rFonts w:asciiTheme="minorHAnsi" w:eastAsiaTheme="minorEastAsia" w:hAnsiTheme="minorHAnsi" w:cstheme="minorBidi"/>
            <w:b w:val="0"/>
            <w:noProof/>
            <w:sz w:val="22"/>
            <w:szCs w:val="22"/>
          </w:rPr>
          <w:tab/>
        </w:r>
        <w:r w:rsidR="009C0EB2" w:rsidRPr="00106533">
          <w:rPr>
            <w:rStyle w:val="Hyperlink"/>
            <w:noProof/>
          </w:rPr>
          <w:t>Scope</w:t>
        </w:r>
        <w:r w:rsidR="009C0EB2">
          <w:rPr>
            <w:noProof/>
            <w:webHidden/>
          </w:rPr>
          <w:tab/>
        </w:r>
        <w:r>
          <w:rPr>
            <w:noProof/>
            <w:webHidden/>
          </w:rPr>
          <w:fldChar w:fldCharType="begin"/>
        </w:r>
        <w:r w:rsidR="009C0EB2">
          <w:rPr>
            <w:noProof/>
            <w:webHidden/>
          </w:rPr>
          <w:instrText xml:space="preserve"> PAGEREF _Toc415498780 \h </w:instrText>
        </w:r>
        <w:r>
          <w:rPr>
            <w:noProof/>
            <w:webHidden/>
          </w:rPr>
        </w:r>
        <w:r>
          <w:rPr>
            <w:noProof/>
            <w:webHidden/>
          </w:rPr>
          <w:fldChar w:fldCharType="separate"/>
        </w:r>
        <w:r w:rsidR="009C0EB2">
          <w:rPr>
            <w:noProof/>
            <w:webHidden/>
          </w:rPr>
          <w:t>1</w:t>
        </w:r>
        <w:r>
          <w:rPr>
            <w:noProof/>
            <w:webHidden/>
          </w:rPr>
          <w:fldChar w:fldCharType="end"/>
        </w:r>
      </w:hyperlink>
    </w:p>
    <w:p w:rsidR="009C0EB2" w:rsidRDefault="008219B3">
      <w:pPr>
        <w:pStyle w:val="TOC1"/>
        <w:rPr>
          <w:rFonts w:asciiTheme="minorHAnsi" w:eastAsiaTheme="minorEastAsia" w:hAnsiTheme="minorHAnsi" w:cstheme="minorBidi"/>
          <w:b w:val="0"/>
          <w:noProof/>
          <w:sz w:val="22"/>
          <w:szCs w:val="22"/>
        </w:rPr>
      </w:pPr>
      <w:hyperlink w:anchor="_Toc415498781" w:history="1">
        <w:r w:rsidR="009C0EB2" w:rsidRPr="00106533">
          <w:rPr>
            <w:rStyle w:val="Hyperlink"/>
            <w:noProof/>
          </w:rPr>
          <w:t>2</w:t>
        </w:r>
        <w:r w:rsidR="009C0EB2">
          <w:rPr>
            <w:rFonts w:asciiTheme="minorHAnsi" w:eastAsiaTheme="minorEastAsia" w:hAnsiTheme="minorHAnsi" w:cstheme="minorBidi"/>
            <w:b w:val="0"/>
            <w:noProof/>
            <w:sz w:val="22"/>
            <w:szCs w:val="22"/>
          </w:rPr>
          <w:tab/>
        </w:r>
        <w:r w:rsidR="009C0EB2" w:rsidRPr="00106533">
          <w:rPr>
            <w:rStyle w:val="Hyperlink"/>
            <w:noProof/>
          </w:rPr>
          <w:t>Version Description</w:t>
        </w:r>
        <w:r w:rsidR="009C0EB2">
          <w:rPr>
            <w:noProof/>
            <w:webHidden/>
          </w:rPr>
          <w:tab/>
        </w:r>
        <w:r>
          <w:rPr>
            <w:noProof/>
            <w:webHidden/>
          </w:rPr>
          <w:fldChar w:fldCharType="begin"/>
        </w:r>
        <w:r w:rsidR="009C0EB2">
          <w:rPr>
            <w:noProof/>
            <w:webHidden/>
          </w:rPr>
          <w:instrText xml:space="preserve"> PAGEREF _Toc415498781 \h </w:instrText>
        </w:r>
        <w:r>
          <w:rPr>
            <w:noProof/>
            <w:webHidden/>
          </w:rPr>
        </w:r>
        <w:r>
          <w:rPr>
            <w:noProof/>
            <w:webHidden/>
          </w:rPr>
          <w:fldChar w:fldCharType="separate"/>
        </w:r>
        <w:r w:rsidR="009C0EB2">
          <w:rPr>
            <w:noProof/>
            <w:webHidden/>
          </w:rPr>
          <w:t>1</w:t>
        </w:r>
        <w:r>
          <w:rPr>
            <w:noProof/>
            <w:webHidden/>
          </w:rPr>
          <w:fldChar w:fldCharType="end"/>
        </w:r>
      </w:hyperlink>
    </w:p>
    <w:p w:rsidR="009C0EB2" w:rsidRDefault="008219B3">
      <w:pPr>
        <w:pStyle w:val="TOC1"/>
        <w:rPr>
          <w:rFonts w:asciiTheme="minorHAnsi" w:eastAsiaTheme="minorEastAsia" w:hAnsiTheme="minorHAnsi" w:cstheme="minorBidi"/>
          <w:b w:val="0"/>
          <w:noProof/>
          <w:sz w:val="22"/>
          <w:szCs w:val="22"/>
        </w:rPr>
      </w:pPr>
      <w:hyperlink w:anchor="_Toc415498782" w:history="1">
        <w:r w:rsidR="009C0EB2" w:rsidRPr="00106533">
          <w:rPr>
            <w:rStyle w:val="Hyperlink"/>
            <w:noProof/>
          </w:rPr>
          <w:t>3</w:t>
        </w:r>
        <w:r w:rsidR="009C0EB2">
          <w:rPr>
            <w:rFonts w:asciiTheme="minorHAnsi" w:eastAsiaTheme="minorEastAsia" w:hAnsiTheme="minorHAnsi" w:cstheme="minorBidi"/>
            <w:b w:val="0"/>
            <w:noProof/>
            <w:sz w:val="22"/>
            <w:szCs w:val="22"/>
          </w:rPr>
          <w:tab/>
        </w:r>
        <w:r w:rsidR="009C0EB2" w:rsidRPr="00106533">
          <w:rPr>
            <w:rStyle w:val="Hyperlink"/>
            <w:noProof/>
          </w:rPr>
          <w:t>Change Request Reports</w:t>
        </w:r>
        <w:r w:rsidR="009C0EB2">
          <w:rPr>
            <w:noProof/>
            <w:webHidden/>
          </w:rPr>
          <w:tab/>
        </w:r>
        <w:r>
          <w:rPr>
            <w:noProof/>
            <w:webHidden/>
          </w:rPr>
          <w:fldChar w:fldCharType="begin"/>
        </w:r>
        <w:r w:rsidR="009C0EB2">
          <w:rPr>
            <w:noProof/>
            <w:webHidden/>
          </w:rPr>
          <w:instrText xml:space="preserve"> PAGEREF _Toc415498782 \h </w:instrText>
        </w:r>
        <w:r>
          <w:rPr>
            <w:noProof/>
            <w:webHidden/>
          </w:rPr>
        </w:r>
        <w:r>
          <w:rPr>
            <w:noProof/>
            <w:webHidden/>
          </w:rPr>
          <w:fldChar w:fldCharType="separate"/>
        </w:r>
        <w:r w:rsidR="009C0EB2">
          <w:rPr>
            <w:noProof/>
            <w:webHidden/>
          </w:rPr>
          <w:t>2</w:t>
        </w:r>
        <w:r>
          <w:rPr>
            <w:noProof/>
            <w:webHidden/>
          </w:rPr>
          <w:fldChar w:fldCharType="end"/>
        </w:r>
      </w:hyperlink>
    </w:p>
    <w:p w:rsidR="009C0EB2" w:rsidRDefault="008219B3">
      <w:pPr>
        <w:pStyle w:val="TOC1"/>
        <w:rPr>
          <w:rFonts w:asciiTheme="minorHAnsi" w:eastAsiaTheme="minorEastAsia" w:hAnsiTheme="minorHAnsi" w:cstheme="minorBidi"/>
          <w:b w:val="0"/>
          <w:noProof/>
          <w:sz w:val="22"/>
          <w:szCs w:val="22"/>
        </w:rPr>
      </w:pPr>
      <w:hyperlink w:anchor="_Toc415498783" w:history="1">
        <w:r w:rsidR="009C0EB2" w:rsidRPr="00106533">
          <w:rPr>
            <w:rStyle w:val="Hyperlink"/>
            <w:noProof/>
          </w:rPr>
          <w:t>4</w:t>
        </w:r>
        <w:r w:rsidR="009C0EB2">
          <w:rPr>
            <w:rFonts w:asciiTheme="minorHAnsi" w:eastAsiaTheme="minorEastAsia" w:hAnsiTheme="minorHAnsi" w:cstheme="minorBidi"/>
            <w:b w:val="0"/>
            <w:noProof/>
            <w:sz w:val="22"/>
            <w:szCs w:val="22"/>
          </w:rPr>
          <w:tab/>
        </w:r>
        <w:r w:rsidR="009C0EB2" w:rsidRPr="00106533">
          <w:rPr>
            <w:rStyle w:val="Hyperlink"/>
            <w:noProof/>
          </w:rPr>
          <w:t>Release Inventory</w:t>
        </w:r>
        <w:r w:rsidR="009C0EB2">
          <w:rPr>
            <w:noProof/>
            <w:webHidden/>
          </w:rPr>
          <w:tab/>
        </w:r>
        <w:r>
          <w:rPr>
            <w:noProof/>
            <w:webHidden/>
          </w:rPr>
          <w:fldChar w:fldCharType="begin"/>
        </w:r>
        <w:r w:rsidR="009C0EB2">
          <w:rPr>
            <w:noProof/>
            <w:webHidden/>
          </w:rPr>
          <w:instrText xml:space="preserve"> PAGEREF _Toc415498783 \h </w:instrText>
        </w:r>
        <w:r>
          <w:rPr>
            <w:noProof/>
            <w:webHidden/>
          </w:rPr>
        </w:r>
        <w:r>
          <w:rPr>
            <w:noProof/>
            <w:webHidden/>
          </w:rPr>
          <w:fldChar w:fldCharType="separate"/>
        </w:r>
        <w:r w:rsidR="009C0EB2">
          <w:rPr>
            <w:noProof/>
            <w:webHidden/>
          </w:rPr>
          <w:t>2</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84" w:history="1">
        <w:r w:rsidR="009C0EB2" w:rsidRPr="00106533">
          <w:rPr>
            <w:rStyle w:val="Hyperlink"/>
            <w:noProof/>
          </w:rPr>
          <w:t>4.1</w:t>
        </w:r>
        <w:r w:rsidR="009C0EB2">
          <w:rPr>
            <w:rFonts w:asciiTheme="minorHAnsi" w:eastAsiaTheme="minorEastAsia" w:hAnsiTheme="minorHAnsi" w:cstheme="minorBidi"/>
            <w:noProof/>
            <w:sz w:val="22"/>
            <w:szCs w:val="22"/>
          </w:rPr>
          <w:tab/>
        </w:r>
        <w:r w:rsidR="009C0EB2" w:rsidRPr="00106533">
          <w:rPr>
            <w:rStyle w:val="Hyperlink"/>
            <w:noProof/>
          </w:rPr>
          <w:t>Electronic Media Released</w:t>
        </w:r>
        <w:r w:rsidR="009C0EB2">
          <w:rPr>
            <w:noProof/>
            <w:webHidden/>
          </w:rPr>
          <w:tab/>
        </w:r>
        <w:r>
          <w:rPr>
            <w:noProof/>
            <w:webHidden/>
          </w:rPr>
          <w:fldChar w:fldCharType="begin"/>
        </w:r>
        <w:r w:rsidR="009C0EB2">
          <w:rPr>
            <w:noProof/>
            <w:webHidden/>
          </w:rPr>
          <w:instrText xml:space="preserve"> PAGEREF _Toc415498784 \h </w:instrText>
        </w:r>
        <w:r>
          <w:rPr>
            <w:noProof/>
            <w:webHidden/>
          </w:rPr>
        </w:r>
        <w:r>
          <w:rPr>
            <w:noProof/>
            <w:webHidden/>
          </w:rPr>
          <w:fldChar w:fldCharType="separate"/>
        </w:r>
        <w:r w:rsidR="009C0EB2">
          <w:rPr>
            <w:noProof/>
            <w:webHidden/>
          </w:rPr>
          <w:t>3</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85" w:history="1">
        <w:r w:rsidR="009C0EB2" w:rsidRPr="00106533">
          <w:rPr>
            <w:rStyle w:val="Hyperlink"/>
            <w:noProof/>
          </w:rPr>
          <w:t>4.2</w:t>
        </w:r>
        <w:r w:rsidR="009C0EB2">
          <w:rPr>
            <w:rFonts w:asciiTheme="minorHAnsi" w:eastAsiaTheme="minorEastAsia" w:hAnsiTheme="minorHAnsi" w:cstheme="minorBidi"/>
            <w:noProof/>
            <w:sz w:val="22"/>
            <w:szCs w:val="22"/>
          </w:rPr>
          <w:tab/>
        </w:r>
        <w:r w:rsidR="009C0EB2" w:rsidRPr="00106533">
          <w:rPr>
            <w:rStyle w:val="Hyperlink"/>
            <w:noProof/>
          </w:rPr>
          <w:t>Physical Media Released</w:t>
        </w:r>
        <w:r w:rsidR="009C0EB2">
          <w:rPr>
            <w:noProof/>
            <w:webHidden/>
          </w:rPr>
          <w:tab/>
        </w:r>
        <w:r>
          <w:rPr>
            <w:noProof/>
            <w:webHidden/>
          </w:rPr>
          <w:fldChar w:fldCharType="begin"/>
        </w:r>
        <w:r w:rsidR="009C0EB2">
          <w:rPr>
            <w:noProof/>
            <w:webHidden/>
          </w:rPr>
          <w:instrText xml:space="preserve"> PAGEREF _Toc415498785 \h </w:instrText>
        </w:r>
        <w:r>
          <w:rPr>
            <w:noProof/>
            <w:webHidden/>
          </w:rPr>
        </w:r>
        <w:r>
          <w:rPr>
            <w:noProof/>
            <w:webHidden/>
          </w:rPr>
          <w:fldChar w:fldCharType="separate"/>
        </w:r>
        <w:r w:rsidR="009C0EB2">
          <w:rPr>
            <w:noProof/>
            <w:webHidden/>
          </w:rPr>
          <w:t>3</w:t>
        </w:r>
        <w:r>
          <w:rPr>
            <w:noProof/>
            <w:webHidden/>
          </w:rPr>
          <w:fldChar w:fldCharType="end"/>
        </w:r>
      </w:hyperlink>
    </w:p>
    <w:p w:rsidR="009C0EB2" w:rsidRDefault="008219B3">
      <w:pPr>
        <w:pStyle w:val="TOC1"/>
        <w:rPr>
          <w:rFonts w:asciiTheme="minorHAnsi" w:eastAsiaTheme="minorEastAsia" w:hAnsiTheme="minorHAnsi" w:cstheme="minorBidi"/>
          <w:b w:val="0"/>
          <w:noProof/>
          <w:sz w:val="22"/>
          <w:szCs w:val="22"/>
        </w:rPr>
      </w:pPr>
      <w:hyperlink w:anchor="_Toc415498786" w:history="1">
        <w:r w:rsidR="009C0EB2" w:rsidRPr="00106533">
          <w:rPr>
            <w:rStyle w:val="Hyperlink"/>
            <w:noProof/>
          </w:rPr>
          <w:t>5</w:t>
        </w:r>
        <w:r w:rsidR="009C0EB2">
          <w:rPr>
            <w:rFonts w:asciiTheme="minorHAnsi" w:eastAsiaTheme="minorEastAsia" w:hAnsiTheme="minorHAnsi" w:cstheme="minorBidi"/>
            <w:b w:val="0"/>
            <w:noProof/>
            <w:sz w:val="22"/>
            <w:szCs w:val="22"/>
          </w:rPr>
          <w:tab/>
        </w:r>
        <w:r w:rsidR="009C0EB2" w:rsidRPr="00106533">
          <w:rPr>
            <w:rStyle w:val="Hyperlink"/>
            <w:noProof/>
          </w:rPr>
          <w:t>Associated Supporting Documentation</w:t>
        </w:r>
        <w:r w:rsidR="009C0EB2">
          <w:rPr>
            <w:noProof/>
            <w:webHidden/>
          </w:rPr>
          <w:tab/>
        </w:r>
        <w:r>
          <w:rPr>
            <w:noProof/>
            <w:webHidden/>
          </w:rPr>
          <w:fldChar w:fldCharType="begin"/>
        </w:r>
        <w:r w:rsidR="009C0EB2">
          <w:rPr>
            <w:noProof/>
            <w:webHidden/>
          </w:rPr>
          <w:instrText xml:space="preserve"> PAGEREF _Toc415498786 \h </w:instrText>
        </w:r>
        <w:r>
          <w:rPr>
            <w:noProof/>
            <w:webHidden/>
          </w:rPr>
        </w:r>
        <w:r>
          <w:rPr>
            <w:noProof/>
            <w:webHidden/>
          </w:rPr>
          <w:fldChar w:fldCharType="separate"/>
        </w:r>
        <w:r w:rsidR="009C0EB2">
          <w:rPr>
            <w:noProof/>
            <w:webHidden/>
          </w:rPr>
          <w:t>3</w:t>
        </w:r>
        <w:r>
          <w:rPr>
            <w:noProof/>
            <w:webHidden/>
          </w:rPr>
          <w:fldChar w:fldCharType="end"/>
        </w:r>
      </w:hyperlink>
    </w:p>
    <w:p w:rsidR="009C0EB2" w:rsidRDefault="008219B3">
      <w:pPr>
        <w:pStyle w:val="TOC1"/>
        <w:rPr>
          <w:rFonts w:asciiTheme="minorHAnsi" w:eastAsiaTheme="minorEastAsia" w:hAnsiTheme="minorHAnsi" w:cstheme="minorBidi"/>
          <w:b w:val="0"/>
          <w:noProof/>
          <w:sz w:val="22"/>
          <w:szCs w:val="22"/>
        </w:rPr>
      </w:pPr>
      <w:hyperlink w:anchor="_Toc415498787" w:history="1">
        <w:r w:rsidR="009C0EB2" w:rsidRPr="00106533">
          <w:rPr>
            <w:rStyle w:val="Hyperlink"/>
            <w:noProof/>
          </w:rPr>
          <w:t>6</w:t>
        </w:r>
        <w:r w:rsidR="009C0EB2">
          <w:rPr>
            <w:rFonts w:asciiTheme="minorHAnsi" w:eastAsiaTheme="minorEastAsia" w:hAnsiTheme="minorHAnsi" w:cstheme="minorBidi"/>
            <w:b w:val="0"/>
            <w:noProof/>
            <w:sz w:val="22"/>
            <w:szCs w:val="22"/>
          </w:rPr>
          <w:tab/>
        </w:r>
        <w:r w:rsidR="009C0EB2" w:rsidRPr="00106533">
          <w:rPr>
            <w:rStyle w:val="Hyperlink"/>
            <w:noProof/>
          </w:rPr>
          <w:t>Certification</w:t>
        </w:r>
        <w:r w:rsidR="009C0EB2">
          <w:rPr>
            <w:noProof/>
            <w:webHidden/>
          </w:rPr>
          <w:tab/>
        </w:r>
        <w:r>
          <w:rPr>
            <w:noProof/>
            <w:webHidden/>
          </w:rPr>
          <w:fldChar w:fldCharType="begin"/>
        </w:r>
        <w:r w:rsidR="009C0EB2">
          <w:rPr>
            <w:noProof/>
            <w:webHidden/>
          </w:rPr>
          <w:instrText xml:space="preserve"> PAGEREF _Toc415498787 \h </w:instrText>
        </w:r>
        <w:r>
          <w:rPr>
            <w:noProof/>
            <w:webHidden/>
          </w:rPr>
        </w:r>
        <w:r>
          <w:rPr>
            <w:noProof/>
            <w:webHidden/>
          </w:rPr>
          <w:fldChar w:fldCharType="separate"/>
        </w:r>
        <w:r w:rsidR="009C0EB2">
          <w:rPr>
            <w:noProof/>
            <w:webHidden/>
          </w:rPr>
          <w:t>3</w:t>
        </w:r>
        <w:r>
          <w:rPr>
            <w:noProof/>
            <w:webHidden/>
          </w:rPr>
          <w:fldChar w:fldCharType="end"/>
        </w:r>
      </w:hyperlink>
    </w:p>
    <w:p w:rsidR="009C0EB2" w:rsidRDefault="008219B3">
      <w:pPr>
        <w:pStyle w:val="TOC1"/>
        <w:rPr>
          <w:rFonts w:asciiTheme="minorHAnsi" w:eastAsiaTheme="minorEastAsia" w:hAnsiTheme="minorHAnsi" w:cstheme="minorBidi"/>
          <w:b w:val="0"/>
          <w:noProof/>
          <w:sz w:val="22"/>
          <w:szCs w:val="22"/>
        </w:rPr>
      </w:pPr>
      <w:hyperlink w:anchor="_Toc415498788" w:history="1">
        <w:r w:rsidR="009C0EB2" w:rsidRPr="00106533">
          <w:rPr>
            <w:rStyle w:val="Hyperlink"/>
            <w:noProof/>
          </w:rPr>
          <w:t>7</w:t>
        </w:r>
        <w:r w:rsidR="009C0EB2">
          <w:rPr>
            <w:rFonts w:asciiTheme="minorHAnsi" w:eastAsiaTheme="minorEastAsia" w:hAnsiTheme="minorHAnsi" w:cstheme="minorBidi"/>
            <w:b w:val="0"/>
            <w:noProof/>
            <w:sz w:val="22"/>
            <w:szCs w:val="22"/>
          </w:rPr>
          <w:tab/>
        </w:r>
        <w:r w:rsidR="009C0EB2" w:rsidRPr="00106533">
          <w:rPr>
            <w:rStyle w:val="Hyperlink"/>
            <w:noProof/>
          </w:rPr>
          <w:t>Appendix A - Release Notes</w:t>
        </w:r>
        <w:r w:rsidR="009C0EB2">
          <w:rPr>
            <w:noProof/>
            <w:webHidden/>
          </w:rPr>
          <w:tab/>
        </w:r>
        <w:r>
          <w:rPr>
            <w:noProof/>
            <w:webHidden/>
          </w:rPr>
          <w:fldChar w:fldCharType="begin"/>
        </w:r>
        <w:r w:rsidR="009C0EB2">
          <w:rPr>
            <w:noProof/>
            <w:webHidden/>
          </w:rPr>
          <w:instrText xml:space="preserve"> PAGEREF _Toc415498788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89" w:history="1">
        <w:r w:rsidR="009C0EB2" w:rsidRPr="00106533">
          <w:rPr>
            <w:rStyle w:val="Hyperlink"/>
            <w:noProof/>
          </w:rPr>
          <w:t>7.1</w:t>
        </w:r>
        <w:r w:rsidR="009C0EB2">
          <w:rPr>
            <w:rFonts w:asciiTheme="minorHAnsi" w:eastAsiaTheme="minorEastAsia" w:hAnsiTheme="minorHAnsi" w:cstheme="minorBidi"/>
            <w:noProof/>
            <w:sz w:val="22"/>
            <w:szCs w:val="22"/>
          </w:rPr>
          <w:tab/>
        </w:r>
        <w:r w:rsidR="009C0EB2" w:rsidRPr="00106533">
          <w:rPr>
            <w:rStyle w:val="Hyperlink"/>
            <w:noProof/>
          </w:rPr>
          <w:t>Introduction</w:t>
        </w:r>
        <w:r w:rsidR="009C0EB2">
          <w:rPr>
            <w:noProof/>
            <w:webHidden/>
          </w:rPr>
          <w:tab/>
        </w:r>
        <w:r>
          <w:rPr>
            <w:noProof/>
            <w:webHidden/>
          </w:rPr>
          <w:fldChar w:fldCharType="begin"/>
        </w:r>
        <w:r w:rsidR="009C0EB2">
          <w:rPr>
            <w:noProof/>
            <w:webHidden/>
          </w:rPr>
          <w:instrText xml:space="preserve"> PAGEREF _Toc415498789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3"/>
        <w:rPr>
          <w:rFonts w:asciiTheme="minorHAnsi" w:eastAsiaTheme="minorEastAsia" w:hAnsiTheme="minorHAnsi" w:cstheme="minorBidi"/>
          <w:noProof/>
          <w:sz w:val="22"/>
          <w:szCs w:val="22"/>
        </w:rPr>
      </w:pPr>
      <w:hyperlink w:anchor="_Toc415498790" w:history="1">
        <w:r w:rsidR="009C0EB2" w:rsidRPr="00106533">
          <w:rPr>
            <w:rStyle w:val="Hyperlink"/>
            <w:noProof/>
          </w:rPr>
          <w:t>7.1.1</w:t>
        </w:r>
        <w:r w:rsidR="009C0EB2">
          <w:rPr>
            <w:rFonts w:asciiTheme="minorHAnsi" w:eastAsiaTheme="minorEastAsia" w:hAnsiTheme="minorHAnsi" w:cstheme="minorBidi"/>
            <w:noProof/>
            <w:sz w:val="22"/>
            <w:szCs w:val="22"/>
          </w:rPr>
          <w:tab/>
        </w:r>
        <w:r w:rsidR="009C0EB2" w:rsidRPr="00106533">
          <w:rPr>
            <w:rStyle w:val="Hyperlink"/>
            <w:noProof/>
          </w:rPr>
          <w:t>Purpose</w:t>
        </w:r>
        <w:r w:rsidR="009C0EB2">
          <w:rPr>
            <w:noProof/>
            <w:webHidden/>
          </w:rPr>
          <w:tab/>
        </w:r>
        <w:r>
          <w:rPr>
            <w:noProof/>
            <w:webHidden/>
          </w:rPr>
          <w:fldChar w:fldCharType="begin"/>
        </w:r>
        <w:r w:rsidR="009C0EB2">
          <w:rPr>
            <w:noProof/>
            <w:webHidden/>
          </w:rPr>
          <w:instrText xml:space="preserve"> PAGEREF _Toc415498790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3"/>
        <w:rPr>
          <w:rFonts w:asciiTheme="minorHAnsi" w:eastAsiaTheme="minorEastAsia" w:hAnsiTheme="minorHAnsi" w:cstheme="minorBidi"/>
          <w:noProof/>
          <w:sz w:val="22"/>
          <w:szCs w:val="22"/>
        </w:rPr>
      </w:pPr>
      <w:hyperlink w:anchor="_Toc415498791" w:history="1">
        <w:r w:rsidR="009C0EB2" w:rsidRPr="00106533">
          <w:rPr>
            <w:rStyle w:val="Hyperlink"/>
            <w:noProof/>
          </w:rPr>
          <w:t>7.1.2</w:t>
        </w:r>
        <w:r w:rsidR="009C0EB2">
          <w:rPr>
            <w:rFonts w:asciiTheme="minorHAnsi" w:eastAsiaTheme="minorEastAsia" w:hAnsiTheme="minorHAnsi" w:cstheme="minorBidi"/>
            <w:noProof/>
            <w:sz w:val="22"/>
            <w:szCs w:val="22"/>
          </w:rPr>
          <w:tab/>
        </w:r>
        <w:r w:rsidR="009C0EB2" w:rsidRPr="00106533">
          <w:rPr>
            <w:rStyle w:val="Hyperlink"/>
            <w:noProof/>
          </w:rPr>
          <w:t>Audience</w:t>
        </w:r>
        <w:r w:rsidR="009C0EB2">
          <w:rPr>
            <w:noProof/>
            <w:webHidden/>
          </w:rPr>
          <w:tab/>
        </w:r>
        <w:r>
          <w:rPr>
            <w:noProof/>
            <w:webHidden/>
          </w:rPr>
          <w:fldChar w:fldCharType="begin"/>
        </w:r>
        <w:r w:rsidR="009C0EB2">
          <w:rPr>
            <w:noProof/>
            <w:webHidden/>
          </w:rPr>
          <w:instrText xml:space="preserve"> PAGEREF _Toc415498791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92" w:history="1">
        <w:r w:rsidR="009C0EB2" w:rsidRPr="00106533">
          <w:rPr>
            <w:rStyle w:val="Hyperlink"/>
            <w:noProof/>
          </w:rPr>
          <w:t>7.2</w:t>
        </w:r>
        <w:r w:rsidR="009C0EB2">
          <w:rPr>
            <w:rFonts w:asciiTheme="minorHAnsi" w:eastAsiaTheme="minorEastAsia" w:hAnsiTheme="minorHAnsi" w:cstheme="minorBidi"/>
            <w:noProof/>
            <w:sz w:val="22"/>
            <w:szCs w:val="22"/>
          </w:rPr>
          <w:tab/>
        </w:r>
        <w:r w:rsidR="009C0EB2" w:rsidRPr="00106533">
          <w:rPr>
            <w:rStyle w:val="Hyperlink"/>
            <w:noProof/>
          </w:rPr>
          <w:t>This Release</w:t>
        </w:r>
        <w:r w:rsidR="009C0EB2">
          <w:rPr>
            <w:noProof/>
            <w:webHidden/>
          </w:rPr>
          <w:tab/>
        </w:r>
        <w:r>
          <w:rPr>
            <w:noProof/>
            <w:webHidden/>
          </w:rPr>
          <w:fldChar w:fldCharType="begin"/>
        </w:r>
        <w:r w:rsidR="009C0EB2">
          <w:rPr>
            <w:noProof/>
            <w:webHidden/>
          </w:rPr>
          <w:instrText xml:space="preserve"> PAGEREF _Toc415498792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3"/>
        <w:rPr>
          <w:rFonts w:asciiTheme="minorHAnsi" w:eastAsiaTheme="minorEastAsia" w:hAnsiTheme="minorHAnsi" w:cstheme="minorBidi"/>
          <w:noProof/>
          <w:sz w:val="22"/>
          <w:szCs w:val="22"/>
        </w:rPr>
      </w:pPr>
      <w:hyperlink w:anchor="_Toc415498793" w:history="1">
        <w:r w:rsidR="009C0EB2" w:rsidRPr="00106533">
          <w:rPr>
            <w:rStyle w:val="Hyperlink"/>
            <w:noProof/>
          </w:rPr>
          <w:t>7.2.1</w:t>
        </w:r>
        <w:r w:rsidR="009C0EB2">
          <w:rPr>
            <w:rFonts w:asciiTheme="minorHAnsi" w:eastAsiaTheme="minorEastAsia" w:hAnsiTheme="minorHAnsi" w:cstheme="minorBidi"/>
            <w:noProof/>
            <w:sz w:val="22"/>
            <w:szCs w:val="22"/>
          </w:rPr>
          <w:tab/>
        </w:r>
        <w:r w:rsidR="009C0EB2" w:rsidRPr="00106533">
          <w:rPr>
            <w:rStyle w:val="Hyperlink"/>
            <w:noProof/>
          </w:rPr>
          <w:t>Features and Functionality</w:t>
        </w:r>
        <w:r w:rsidR="009C0EB2">
          <w:rPr>
            <w:noProof/>
            <w:webHidden/>
          </w:rPr>
          <w:tab/>
        </w:r>
        <w:r>
          <w:rPr>
            <w:noProof/>
            <w:webHidden/>
          </w:rPr>
          <w:fldChar w:fldCharType="begin"/>
        </w:r>
        <w:r w:rsidR="009C0EB2">
          <w:rPr>
            <w:noProof/>
            <w:webHidden/>
          </w:rPr>
          <w:instrText xml:space="preserve"> PAGEREF _Toc415498793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94" w:history="1">
        <w:r w:rsidR="009C0EB2" w:rsidRPr="00106533">
          <w:rPr>
            <w:rStyle w:val="Hyperlink"/>
            <w:noProof/>
          </w:rPr>
          <w:t>7.3</w:t>
        </w:r>
        <w:r w:rsidR="009C0EB2">
          <w:rPr>
            <w:rFonts w:asciiTheme="minorHAnsi" w:eastAsiaTheme="minorEastAsia" w:hAnsiTheme="minorHAnsi" w:cstheme="minorBidi"/>
            <w:noProof/>
            <w:sz w:val="22"/>
            <w:szCs w:val="22"/>
          </w:rPr>
          <w:tab/>
        </w:r>
        <w:r w:rsidR="009C0EB2" w:rsidRPr="00106533">
          <w:rPr>
            <w:rStyle w:val="Hyperlink"/>
            <w:noProof/>
          </w:rPr>
          <w:t>Upgrades</w:t>
        </w:r>
        <w:r w:rsidR="009C0EB2">
          <w:rPr>
            <w:noProof/>
            <w:webHidden/>
          </w:rPr>
          <w:tab/>
        </w:r>
        <w:r>
          <w:rPr>
            <w:noProof/>
            <w:webHidden/>
          </w:rPr>
          <w:fldChar w:fldCharType="begin"/>
        </w:r>
        <w:r w:rsidR="009C0EB2">
          <w:rPr>
            <w:noProof/>
            <w:webHidden/>
          </w:rPr>
          <w:instrText xml:space="preserve"> PAGEREF _Toc415498794 \h </w:instrText>
        </w:r>
        <w:r>
          <w:rPr>
            <w:noProof/>
            <w:webHidden/>
          </w:rPr>
        </w:r>
        <w:r>
          <w:rPr>
            <w:noProof/>
            <w:webHidden/>
          </w:rPr>
          <w:fldChar w:fldCharType="separate"/>
        </w:r>
        <w:r w:rsidR="009C0EB2">
          <w:rPr>
            <w:noProof/>
            <w:webHidden/>
          </w:rPr>
          <w:t>4</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95" w:history="1">
        <w:r w:rsidR="009C0EB2" w:rsidRPr="00106533">
          <w:rPr>
            <w:rStyle w:val="Hyperlink"/>
            <w:noProof/>
          </w:rPr>
          <w:t>7.4</w:t>
        </w:r>
        <w:r w:rsidR="009C0EB2">
          <w:rPr>
            <w:rFonts w:asciiTheme="minorHAnsi" w:eastAsiaTheme="minorEastAsia" w:hAnsiTheme="minorHAnsi" w:cstheme="minorBidi"/>
            <w:noProof/>
            <w:sz w:val="22"/>
            <w:szCs w:val="22"/>
          </w:rPr>
          <w:tab/>
        </w:r>
        <w:r w:rsidR="009C0EB2" w:rsidRPr="00106533">
          <w:rPr>
            <w:rStyle w:val="Hyperlink"/>
            <w:noProof/>
          </w:rPr>
          <w:t>Known Issues</w:t>
        </w:r>
        <w:r w:rsidR="009C0EB2">
          <w:rPr>
            <w:noProof/>
            <w:webHidden/>
          </w:rPr>
          <w:tab/>
        </w:r>
        <w:r>
          <w:rPr>
            <w:noProof/>
            <w:webHidden/>
          </w:rPr>
          <w:fldChar w:fldCharType="begin"/>
        </w:r>
        <w:r w:rsidR="009C0EB2">
          <w:rPr>
            <w:noProof/>
            <w:webHidden/>
          </w:rPr>
          <w:instrText xml:space="preserve"> PAGEREF _Toc415498795 \h </w:instrText>
        </w:r>
        <w:r>
          <w:rPr>
            <w:noProof/>
            <w:webHidden/>
          </w:rPr>
        </w:r>
        <w:r>
          <w:rPr>
            <w:noProof/>
            <w:webHidden/>
          </w:rPr>
          <w:fldChar w:fldCharType="separate"/>
        </w:r>
        <w:r w:rsidR="009C0EB2">
          <w:rPr>
            <w:noProof/>
            <w:webHidden/>
          </w:rPr>
          <w:t>5</w:t>
        </w:r>
        <w:r>
          <w:rPr>
            <w:noProof/>
            <w:webHidden/>
          </w:rPr>
          <w:fldChar w:fldCharType="end"/>
        </w:r>
      </w:hyperlink>
    </w:p>
    <w:p w:rsidR="009C0EB2" w:rsidRDefault="008219B3">
      <w:pPr>
        <w:pStyle w:val="TOC2"/>
        <w:rPr>
          <w:rFonts w:asciiTheme="minorHAnsi" w:eastAsiaTheme="minorEastAsia" w:hAnsiTheme="minorHAnsi" w:cstheme="minorBidi"/>
          <w:noProof/>
          <w:sz w:val="22"/>
          <w:szCs w:val="22"/>
        </w:rPr>
      </w:pPr>
      <w:hyperlink w:anchor="_Toc415498796" w:history="1">
        <w:r w:rsidR="009C0EB2" w:rsidRPr="00106533">
          <w:rPr>
            <w:rStyle w:val="Hyperlink"/>
            <w:noProof/>
          </w:rPr>
          <w:t>7.5</w:t>
        </w:r>
        <w:r w:rsidR="009C0EB2">
          <w:rPr>
            <w:rFonts w:asciiTheme="minorHAnsi" w:eastAsiaTheme="minorEastAsia" w:hAnsiTheme="minorHAnsi" w:cstheme="minorBidi"/>
            <w:noProof/>
            <w:sz w:val="22"/>
            <w:szCs w:val="22"/>
          </w:rPr>
          <w:tab/>
        </w:r>
        <w:r w:rsidR="009C0EB2" w:rsidRPr="00106533">
          <w:rPr>
            <w:rStyle w:val="Hyperlink"/>
            <w:noProof/>
          </w:rPr>
          <w:t>Product Documentation</w:t>
        </w:r>
        <w:r w:rsidR="009C0EB2">
          <w:rPr>
            <w:noProof/>
            <w:webHidden/>
          </w:rPr>
          <w:tab/>
        </w:r>
        <w:r>
          <w:rPr>
            <w:noProof/>
            <w:webHidden/>
          </w:rPr>
          <w:fldChar w:fldCharType="begin"/>
        </w:r>
        <w:r w:rsidR="009C0EB2">
          <w:rPr>
            <w:noProof/>
            <w:webHidden/>
          </w:rPr>
          <w:instrText xml:space="preserve"> PAGEREF _Toc415498796 \h </w:instrText>
        </w:r>
        <w:r>
          <w:rPr>
            <w:noProof/>
            <w:webHidden/>
          </w:rPr>
        </w:r>
        <w:r>
          <w:rPr>
            <w:noProof/>
            <w:webHidden/>
          </w:rPr>
          <w:fldChar w:fldCharType="separate"/>
        </w:r>
        <w:r w:rsidR="009C0EB2">
          <w:rPr>
            <w:noProof/>
            <w:webHidden/>
          </w:rPr>
          <w:t>5</w:t>
        </w:r>
        <w:r>
          <w:rPr>
            <w:noProof/>
            <w:webHidden/>
          </w:rPr>
          <w:fldChar w:fldCharType="end"/>
        </w:r>
      </w:hyperlink>
    </w:p>
    <w:p w:rsidR="004F3A80" w:rsidRPr="00C12F37" w:rsidRDefault="008219B3" w:rsidP="004F3A80">
      <w:pPr>
        <w:pStyle w:val="TOC1"/>
      </w:pPr>
      <w:r w:rsidRPr="00C12F37">
        <w:fldChar w:fldCharType="end"/>
      </w:r>
    </w:p>
    <w:p w:rsidR="0012279C" w:rsidRPr="00C12F37" w:rsidRDefault="0012279C" w:rsidP="0012279C"/>
    <w:p w:rsidR="0012279C" w:rsidRPr="00C12F37" w:rsidRDefault="0012279C" w:rsidP="0012279C"/>
    <w:p w:rsidR="0012279C" w:rsidRPr="00C12F37" w:rsidRDefault="0012279C">
      <w:r w:rsidRPr="00C12F37">
        <w:br w:type="page"/>
      </w:r>
    </w:p>
    <w:p w:rsidR="0012279C" w:rsidRPr="00C12F37" w:rsidRDefault="0012279C" w:rsidP="00F71931">
      <w:pPr>
        <w:pStyle w:val="Title2"/>
      </w:pPr>
      <w:r w:rsidRPr="00C12F37">
        <w:lastRenderedPageBreak/>
        <w:t>List of Tables</w:t>
      </w:r>
    </w:p>
    <w:p w:rsidR="009C0EB2" w:rsidRDefault="008219B3">
      <w:pPr>
        <w:pStyle w:val="TableofFigures"/>
        <w:tabs>
          <w:tab w:val="right" w:leader="dot" w:pos="9350"/>
        </w:tabs>
        <w:rPr>
          <w:rFonts w:asciiTheme="minorHAnsi" w:eastAsiaTheme="minorEastAsia" w:hAnsiTheme="minorHAnsi" w:cstheme="minorBidi"/>
          <w:i w:val="0"/>
          <w:noProof/>
          <w:szCs w:val="22"/>
        </w:rPr>
      </w:pPr>
      <w:r w:rsidRPr="008219B3">
        <w:fldChar w:fldCharType="begin"/>
      </w:r>
      <w:r w:rsidR="0012279C" w:rsidRPr="00C12F37">
        <w:instrText xml:space="preserve"> TOC \h \z \c "Table" </w:instrText>
      </w:r>
      <w:r w:rsidRPr="008219B3">
        <w:fldChar w:fldCharType="separate"/>
      </w:r>
      <w:hyperlink w:anchor="_Toc415498797" w:history="1">
        <w:r w:rsidR="009C0EB2" w:rsidRPr="00E37A53">
          <w:rPr>
            <w:rStyle w:val="Hyperlink"/>
            <w:rFonts w:eastAsia="SimSun"/>
            <w:noProof/>
          </w:rPr>
          <w:t>Table 1 – Change Requests for This Release</w:t>
        </w:r>
        <w:r w:rsidR="009C0EB2">
          <w:rPr>
            <w:noProof/>
            <w:webHidden/>
          </w:rPr>
          <w:tab/>
        </w:r>
        <w:r>
          <w:rPr>
            <w:noProof/>
            <w:webHidden/>
          </w:rPr>
          <w:fldChar w:fldCharType="begin"/>
        </w:r>
        <w:r w:rsidR="009C0EB2">
          <w:rPr>
            <w:noProof/>
            <w:webHidden/>
          </w:rPr>
          <w:instrText xml:space="preserve"> PAGEREF _Toc415498797 \h </w:instrText>
        </w:r>
        <w:r>
          <w:rPr>
            <w:noProof/>
            <w:webHidden/>
          </w:rPr>
        </w:r>
        <w:r>
          <w:rPr>
            <w:noProof/>
            <w:webHidden/>
          </w:rPr>
          <w:fldChar w:fldCharType="separate"/>
        </w:r>
        <w:r w:rsidR="009C0EB2">
          <w:rPr>
            <w:noProof/>
            <w:webHidden/>
          </w:rPr>
          <w:t>2</w:t>
        </w:r>
        <w:r>
          <w:rPr>
            <w:noProof/>
            <w:webHidden/>
          </w:rPr>
          <w:fldChar w:fldCharType="end"/>
        </w:r>
      </w:hyperlink>
    </w:p>
    <w:p w:rsidR="009C0EB2" w:rsidRDefault="008219B3">
      <w:pPr>
        <w:pStyle w:val="TableofFigures"/>
        <w:tabs>
          <w:tab w:val="right" w:leader="dot" w:pos="9350"/>
        </w:tabs>
        <w:rPr>
          <w:rFonts w:asciiTheme="minorHAnsi" w:eastAsiaTheme="minorEastAsia" w:hAnsiTheme="minorHAnsi" w:cstheme="minorBidi"/>
          <w:i w:val="0"/>
          <w:noProof/>
          <w:szCs w:val="22"/>
        </w:rPr>
      </w:pPr>
      <w:hyperlink w:anchor="_Toc415498798" w:history="1">
        <w:r w:rsidR="009C0EB2" w:rsidRPr="00E37A53">
          <w:rPr>
            <w:rStyle w:val="Hyperlink"/>
            <w:noProof/>
          </w:rPr>
          <w:t>Table 2 - Inventory of Release Components</w:t>
        </w:r>
        <w:r w:rsidR="009C0EB2">
          <w:rPr>
            <w:noProof/>
            <w:webHidden/>
          </w:rPr>
          <w:tab/>
        </w:r>
        <w:r>
          <w:rPr>
            <w:noProof/>
            <w:webHidden/>
          </w:rPr>
          <w:fldChar w:fldCharType="begin"/>
        </w:r>
        <w:r w:rsidR="009C0EB2">
          <w:rPr>
            <w:noProof/>
            <w:webHidden/>
          </w:rPr>
          <w:instrText xml:space="preserve"> PAGEREF _Toc415498798 \h </w:instrText>
        </w:r>
        <w:r>
          <w:rPr>
            <w:noProof/>
            <w:webHidden/>
          </w:rPr>
        </w:r>
        <w:r>
          <w:rPr>
            <w:noProof/>
            <w:webHidden/>
          </w:rPr>
          <w:fldChar w:fldCharType="separate"/>
        </w:r>
        <w:r w:rsidR="009C0EB2">
          <w:rPr>
            <w:noProof/>
            <w:webHidden/>
          </w:rPr>
          <w:t>2</w:t>
        </w:r>
        <w:r>
          <w:rPr>
            <w:noProof/>
            <w:webHidden/>
          </w:rPr>
          <w:fldChar w:fldCharType="end"/>
        </w:r>
      </w:hyperlink>
    </w:p>
    <w:p w:rsidR="009C0EB2" w:rsidRDefault="008219B3">
      <w:pPr>
        <w:pStyle w:val="TableofFigures"/>
        <w:tabs>
          <w:tab w:val="right" w:leader="dot" w:pos="9350"/>
        </w:tabs>
        <w:rPr>
          <w:rFonts w:asciiTheme="minorHAnsi" w:eastAsiaTheme="minorEastAsia" w:hAnsiTheme="minorHAnsi" w:cstheme="minorBidi"/>
          <w:i w:val="0"/>
          <w:noProof/>
          <w:szCs w:val="22"/>
        </w:rPr>
      </w:pPr>
      <w:hyperlink w:anchor="_Toc415498799" w:history="1">
        <w:r w:rsidR="009C0EB2" w:rsidRPr="00E37A53">
          <w:rPr>
            <w:rStyle w:val="Hyperlink"/>
            <w:noProof/>
          </w:rPr>
          <w:t>Table 3 - Associated Supporting Documentation</w:t>
        </w:r>
        <w:r w:rsidR="009C0EB2">
          <w:rPr>
            <w:noProof/>
            <w:webHidden/>
          </w:rPr>
          <w:tab/>
        </w:r>
        <w:r>
          <w:rPr>
            <w:noProof/>
            <w:webHidden/>
          </w:rPr>
          <w:fldChar w:fldCharType="begin"/>
        </w:r>
        <w:r w:rsidR="009C0EB2">
          <w:rPr>
            <w:noProof/>
            <w:webHidden/>
          </w:rPr>
          <w:instrText xml:space="preserve"> PAGEREF _Toc415498799 \h </w:instrText>
        </w:r>
        <w:r>
          <w:rPr>
            <w:noProof/>
            <w:webHidden/>
          </w:rPr>
        </w:r>
        <w:r>
          <w:rPr>
            <w:noProof/>
            <w:webHidden/>
          </w:rPr>
          <w:fldChar w:fldCharType="separate"/>
        </w:r>
        <w:r w:rsidR="009C0EB2">
          <w:rPr>
            <w:noProof/>
            <w:webHidden/>
          </w:rPr>
          <w:t>3</w:t>
        </w:r>
        <w:r>
          <w:rPr>
            <w:noProof/>
            <w:webHidden/>
          </w:rPr>
          <w:fldChar w:fldCharType="end"/>
        </w:r>
      </w:hyperlink>
    </w:p>
    <w:p w:rsidR="009C0EB2" w:rsidRDefault="008219B3">
      <w:pPr>
        <w:pStyle w:val="TableofFigures"/>
        <w:tabs>
          <w:tab w:val="right" w:leader="dot" w:pos="9350"/>
        </w:tabs>
        <w:rPr>
          <w:rFonts w:asciiTheme="minorHAnsi" w:eastAsiaTheme="minorEastAsia" w:hAnsiTheme="minorHAnsi" w:cstheme="minorBidi"/>
          <w:i w:val="0"/>
          <w:noProof/>
          <w:szCs w:val="22"/>
        </w:rPr>
      </w:pPr>
      <w:hyperlink w:anchor="_Toc415498800" w:history="1">
        <w:r w:rsidR="009C0EB2" w:rsidRPr="00E37A53">
          <w:rPr>
            <w:rStyle w:val="Hyperlink"/>
            <w:rFonts w:eastAsia="SimSun"/>
            <w:noProof/>
          </w:rPr>
          <w:t>Table 4 – New AWARE Test Build Enhancements</w:t>
        </w:r>
        <w:r w:rsidR="009C0EB2">
          <w:rPr>
            <w:noProof/>
            <w:webHidden/>
          </w:rPr>
          <w:tab/>
        </w:r>
        <w:r>
          <w:rPr>
            <w:noProof/>
            <w:webHidden/>
          </w:rPr>
          <w:fldChar w:fldCharType="begin"/>
        </w:r>
        <w:r w:rsidR="009C0EB2">
          <w:rPr>
            <w:noProof/>
            <w:webHidden/>
          </w:rPr>
          <w:instrText xml:space="preserve"> PAGEREF _Toc415498800 \h </w:instrText>
        </w:r>
        <w:r>
          <w:rPr>
            <w:noProof/>
            <w:webHidden/>
          </w:rPr>
        </w:r>
        <w:r>
          <w:rPr>
            <w:noProof/>
            <w:webHidden/>
          </w:rPr>
          <w:fldChar w:fldCharType="separate"/>
        </w:r>
        <w:r w:rsidR="009C0EB2">
          <w:rPr>
            <w:noProof/>
            <w:webHidden/>
          </w:rPr>
          <w:t>4</w:t>
        </w:r>
        <w:r>
          <w:rPr>
            <w:noProof/>
            <w:webHidden/>
          </w:rPr>
          <w:fldChar w:fldCharType="end"/>
        </w:r>
      </w:hyperlink>
    </w:p>
    <w:p w:rsidR="0012279C" w:rsidRPr="00C12F37" w:rsidRDefault="008219B3" w:rsidP="0012279C">
      <w:r w:rsidRPr="00C12F37">
        <w:fldChar w:fldCharType="end"/>
      </w:r>
    </w:p>
    <w:p w:rsidR="0012279C" w:rsidRPr="00C12F37" w:rsidRDefault="0012279C" w:rsidP="0012279C"/>
    <w:p w:rsidR="0012279C" w:rsidRPr="00C12F37" w:rsidRDefault="0012279C" w:rsidP="0012279C">
      <w:pPr>
        <w:sectPr w:rsidR="0012279C" w:rsidRPr="00C12F37"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C12F37" w:rsidRDefault="00806450" w:rsidP="005F370F">
      <w:pPr>
        <w:pStyle w:val="Heading1"/>
      </w:pPr>
      <w:bookmarkStart w:id="3" w:name="_Toc415498780"/>
      <w:bookmarkEnd w:id="1"/>
      <w:r w:rsidRPr="00C12F37">
        <w:lastRenderedPageBreak/>
        <w:t>Scope</w:t>
      </w:r>
      <w:bookmarkEnd w:id="3"/>
    </w:p>
    <w:p w:rsidR="00C94AC7" w:rsidRPr="00C12F37" w:rsidRDefault="00C94AC7" w:rsidP="00C80E5C">
      <w:pPr>
        <w:pStyle w:val="BodyText"/>
      </w:pPr>
      <w:r w:rsidRPr="00C12F37">
        <w:t xml:space="preserve">This Version Description Document (VDD) is the documentation provided by the Harris Configuration Management (CM) Manager to certify the integrity of the </w:t>
      </w:r>
      <w:r w:rsidR="00F075ED" w:rsidRPr="00C12F37">
        <w:t xml:space="preserve">Alert Watch and Response Engine (AWARE) software </w:t>
      </w:r>
      <w:r w:rsidRPr="00C12F37">
        <w:t xml:space="preserve">deliverable that is being </w:t>
      </w:r>
      <w:r w:rsidR="00F075ED" w:rsidRPr="00C12F37">
        <w:t xml:space="preserve">installed at the </w:t>
      </w:r>
      <w:r w:rsidR="00427089" w:rsidRPr="00C12F37">
        <w:t>VA Long Beach Healthcare System</w:t>
      </w:r>
      <w:r w:rsidR="00C13739" w:rsidRPr="00C12F37">
        <w:t xml:space="preserve"> in </w:t>
      </w:r>
      <w:r w:rsidR="006F57FF" w:rsidRPr="00C12F37">
        <w:t>Long Beach, CA</w:t>
      </w:r>
      <w:r w:rsidR="002B02C8" w:rsidRPr="00C12F37">
        <w:t xml:space="preserve"> for </w:t>
      </w:r>
      <w:r w:rsidR="00C55C6F" w:rsidRPr="00C12F37">
        <w:t xml:space="preserve">the </w:t>
      </w:r>
      <w:r w:rsidR="006E1CBF" w:rsidRPr="00C12F37">
        <w:t>Test</w:t>
      </w:r>
      <w:r w:rsidR="00C55C6F" w:rsidRPr="00C12F37">
        <w:t xml:space="preserve"> environment</w:t>
      </w:r>
      <w:r w:rsidR="00C13739" w:rsidRPr="00C12F37">
        <w:t>.</w:t>
      </w:r>
      <w:r w:rsidR="0038132C" w:rsidRPr="00C12F37">
        <w:t xml:space="preserve"> </w:t>
      </w:r>
      <w:r w:rsidRPr="00C12F37">
        <w:t xml:space="preserve">This document pulls together all the approved Change Requests (CR) for all source code and electronic documentation deliverables for the AWARE </w:t>
      </w:r>
      <w:r w:rsidR="00152C01" w:rsidRPr="00C12F37">
        <w:t xml:space="preserve">Version </w:t>
      </w:r>
      <w:r w:rsidR="0072306B">
        <w:t>1.1.6</w:t>
      </w:r>
      <w:r w:rsidRPr="00C12F37">
        <w:t>. CM certifies that the delivery has been assembled under Harris standard process and has the integrity required based on the control, review, and audit procedures inherited in Harris CM processes.</w:t>
      </w:r>
    </w:p>
    <w:p w:rsidR="003051BE" w:rsidRPr="00C12F37" w:rsidRDefault="00C94AC7" w:rsidP="00C80E5C">
      <w:pPr>
        <w:pStyle w:val="BodyText"/>
      </w:pPr>
      <w:r w:rsidRPr="00C12F37">
        <w:t xml:space="preserve">The VDD is </w:t>
      </w:r>
      <w:r w:rsidR="001A272A" w:rsidRPr="00C12F37">
        <w:t xml:space="preserve">an </w:t>
      </w:r>
      <w:r w:rsidRPr="00C12F37">
        <w:t xml:space="preserve">inventory document for the AWARE Version </w:t>
      </w:r>
      <w:r w:rsidR="0072306B">
        <w:t>1.1.6</w:t>
      </w:r>
      <w:r w:rsidRPr="00C12F37">
        <w:t xml:space="preserve">, similar to a packing list for a received shipment, or a bill of lading. It itemizes the </w:t>
      </w:r>
      <w:r w:rsidR="00E74152" w:rsidRPr="00C12F37">
        <w:t>current test build baseline for recent deli</w:t>
      </w:r>
      <w:r w:rsidR="001A272A" w:rsidRPr="00C12F37">
        <w:t xml:space="preserve">verables in terms of </w:t>
      </w:r>
      <w:r w:rsidR="00E74152" w:rsidRPr="00C12F37">
        <w:t xml:space="preserve">implemented </w:t>
      </w:r>
      <w:r w:rsidR="001A272A" w:rsidRPr="00C12F37">
        <w:t>change requests</w:t>
      </w:r>
      <w:r w:rsidR="00E74152" w:rsidRPr="00C12F37">
        <w:t xml:space="preserve">. The build level version inventory </w:t>
      </w:r>
      <w:r w:rsidR="00F358C0" w:rsidRPr="00C12F37">
        <w:t xml:space="preserve">for each installer </w:t>
      </w:r>
      <w:r w:rsidR="00E74152" w:rsidRPr="00C12F37">
        <w:t xml:space="preserve">is listed in </w:t>
      </w:r>
      <w:r w:rsidR="00F358C0" w:rsidRPr="00C12F37">
        <w:t>Section 2</w:t>
      </w:r>
      <w:r w:rsidR="002A6421" w:rsidRPr="00C12F37">
        <w:t>.</w:t>
      </w:r>
    </w:p>
    <w:p w:rsidR="00E74152" w:rsidRPr="00C12F37" w:rsidRDefault="00E74152" w:rsidP="00C80E5C">
      <w:pPr>
        <w:pStyle w:val="BodyText"/>
      </w:pPr>
      <w:r w:rsidRPr="00C12F37">
        <w:t>Appendix A contains the Release Notes that highlight the major functional or operational changes.</w:t>
      </w:r>
    </w:p>
    <w:p w:rsidR="00806450" w:rsidRPr="00C12F37" w:rsidRDefault="00806450" w:rsidP="005F370F">
      <w:pPr>
        <w:pStyle w:val="Heading1"/>
      </w:pPr>
      <w:bookmarkStart w:id="4" w:name="_Toc415498781"/>
      <w:r w:rsidRPr="00C12F37">
        <w:t>Version Description</w:t>
      </w:r>
      <w:bookmarkEnd w:id="4"/>
      <w:r w:rsidRPr="00C12F37">
        <w:t xml:space="preserve"> </w:t>
      </w:r>
    </w:p>
    <w:p w:rsidR="00806450" w:rsidRPr="00C12F37" w:rsidRDefault="00E4398D" w:rsidP="00806450">
      <w:pPr>
        <w:pStyle w:val="BodyText"/>
      </w:pPr>
      <w:r w:rsidRPr="00C12F37">
        <w:t xml:space="preserve">AWARE </w:t>
      </w:r>
      <w:r w:rsidR="00C13739" w:rsidRPr="00C12F37">
        <w:t xml:space="preserve">Version </w:t>
      </w:r>
      <w:r w:rsidR="0072306B">
        <w:t>1.1.6</w:t>
      </w:r>
      <w:r w:rsidR="00806450" w:rsidRPr="00C12F37">
        <w:t xml:space="preserve"> consists of the product build</w:t>
      </w:r>
      <w:r w:rsidRPr="00C12F37">
        <w:t xml:space="preserve"> from the AWARE Subversion Version Control tool</w:t>
      </w:r>
      <w:r w:rsidR="00806450" w:rsidRPr="00C12F37">
        <w:t xml:space="preserve">, all documentation, and applicable release notes produced to date by the </w:t>
      </w:r>
      <w:r w:rsidRPr="00C12F37">
        <w:t>AWARE</w:t>
      </w:r>
      <w:r w:rsidR="001A39B5" w:rsidRPr="00C12F37">
        <w:t xml:space="preserve"> team</w:t>
      </w:r>
      <w:r w:rsidR="00806450" w:rsidRPr="00C12F37">
        <w:t xml:space="preserve"> for</w:t>
      </w:r>
      <w:r w:rsidR="004D3E67" w:rsidRPr="00C12F37">
        <w:t xml:space="preserve"> </w:t>
      </w:r>
      <w:r w:rsidR="008C00F4" w:rsidRPr="00C12F37">
        <w:t>VA</w:t>
      </w:r>
      <w:r w:rsidR="004D3E67" w:rsidRPr="00C12F37">
        <w:t>.</w:t>
      </w:r>
      <w:r w:rsidR="00806450" w:rsidRPr="00C12F37">
        <w:t xml:space="preserve"> This includes final, customer accepted versions of documentation. All </w:t>
      </w:r>
      <w:r w:rsidR="00E74152" w:rsidRPr="00C12F37">
        <w:t>software configuration items are contained in the AWARE Subversion</w:t>
      </w:r>
      <w:r w:rsidR="00F358C0" w:rsidRPr="00C12F37">
        <w:t xml:space="preserve"> (SVN)</w:t>
      </w:r>
      <w:r w:rsidR="00E74152" w:rsidRPr="00C12F37">
        <w:t xml:space="preserve"> Version Control tool Deployment folder</w:t>
      </w:r>
      <w:r w:rsidR="00BA27B4" w:rsidRPr="00C12F37">
        <w:t xml:space="preserve"> in the VA </w:t>
      </w:r>
      <w:r w:rsidR="00457B73" w:rsidRPr="00C12F37">
        <w:t xml:space="preserve">VHA </w:t>
      </w:r>
      <w:r w:rsidR="00BA27B4" w:rsidRPr="00C12F37">
        <w:t>Innovation Sandbox</w:t>
      </w:r>
      <w:r w:rsidR="00E74152" w:rsidRPr="00C12F37">
        <w:t xml:space="preserve">, tagged as “AWARE Version </w:t>
      </w:r>
      <w:r w:rsidR="0072306B">
        <w:t>1.1.6</w:t>
      </w:r>
      <w:r w:rsidR="00E74152" w:rsidRPr="00C12F37">
        <w:t xml:space="preserve">”; all </w:t>
      </w:r>
      <w:r w:rsidR="004A1F6E" w:rsidRPr="00C12F37">
        <w:t xml:space="preserve">delivered </w:t>
      </w:r>
      <w:r w:rsidR="00E74152" w:rsidRPr="00C12F37">
        <w:t>software documentation is contained in the Harris SharePoint site.</w:t>
      </w:r>
      <w:r w:rsidR="00806450" w:rsidRPr="00C12F37">
        <w:t xml:space="preserve"> </w:t>
      </w:r>
      <w:r w:rsidR="001A39B5" w:rsidRPr="00C12F37">
        <w:t>The executables were</w:t>
      </w:r>
      <w:r w:rsidR="00806450" w:rsidRPr="00C12F37">
        <w:t xml:space="preserve"> made with CM involvement, and therefore CM certifies the ability to reproduce it. All artifacts used to produce this delivery are in the CM </w:t>
      </w:r>
      <w:r w:rsidR="00E52266" w:rsidRPr="00C12F37">
        <w:t xml:space="preserve">Subversion </w:t>
      </w:r>
      <w:r w:rsidR="00806450" w:rsidRPr="00C12F37">
        <w:t>repository and were managed by CM for producing the deliverable following CM processes and procedures.</w:t>
      </w:r>
    </w:p>
    <w:p w:rsidR="00806450" w:rsidRPr="00C12F37" w:rsidRDefault="00806450" w:rsidP="00806450">
      <w:pPr>
        <w:pStyle w:val="BodyText"/>
      </w:pPr>
      <w:r w:rsidRPr="00C12F37">
        <w:t>The package named “</w:t>
      </w:r>
      <w:r w:rsidR="00E4398D" w:rsidRPr="00C12F37">
        <w:t xml:space="preserve">AWARE Version </w:t>
      </w:r>
      <w:r w:rsidR="0072306B">
        <w:t>1.1.6</w:t>
      </w:r>
      <w:r w:rsidRPr="00C12F37">
        <w:t>” consists of the following files to describe this release:</w:t>
      </w:r>
    </w:p>
    <w:p w:rsidR="00806450" w:rsidRPr="00C12F37" w:rsidRDefault="009C47AE" w:rsidP="001F5F08">
      <w:pPr>
        <w:pStyle w:val="BodyText"/>
        <w:numPr>
          <w:ilvl w:val="0"/>
          <w:numId w:val="16"/>
        </w:numPr>
      </w:pPr>
      <w:r w:rsidRPr="00C12F37">
        <w:rPr>
          <w:iCs/>
        </w:rPr>
        <w:t xml:space="preserve">VDD and </w:t>
      </w:r>
      <w:r w:rsidRPr="00C12F37">
        <w:t>Release</w:t>
      </w:r>
      <w:r w:rsidRPr="00C12F37">
        <w:rPr>
          <w:iCs/>
        </w:rPr>
        <w:t xml:space="preserve"> </w:t>
      </w:r>
      <w:r w:rsidRPr="00C12F37">
        <w:t>Notes</w:t>
      </w:r>
      <w:r w:rsidRPr="00C12F37">
        <w:rPr>
          <w:iCs/>
        </w:rPr>
        <w:t xml:space="preserve">: </w:t>
      </w:r>
      <w:r w:rsidR="002C4B45" w:rsidRPr="00C12F37">
        <w:rPr>
          <w:iCs/>
        </w:rPr>
        <w:t>T4_AWARE_VersionDD-</w:t>
      </w:r>
      <w:r w:rsidR="002B02C8" w:rsidRPr="00C12F37">
        <w:rPr>
          <w:iCs/>
        </w:rPr>
        <w:t>V</w:t>
      </w:r>
      <w:r w:rsidR="0072306B">
        <w:rPr>
          <w:iCs/>
        </w:rPr>
        <w:t>1.1.6</w:t>
      </w:r>
      <w:r w:rsidR="007D3ECB" w:rsidRPr="00C12F37">
        <w:rPr>
          <w:iCs/>
        </w:rPr>
        <w:t>_LongBeach</w:t>
      </w:r>
      <w:r w:rsidR="00E4398D" w:rsidRPr="00C12F37">
        <w:rPr>
          <w:iCs/>
        </w:rPr>
        <w:t>.docx</w:t>
      </w:r>
      <w:r w:rsidR="00806450" w:rsidRPr="00C12F37">
        <w:t xml:space="preserve"> </w:t>
      </w:r>
    </w:p>
    <w:p w:rsidR="00F358C0" w:rsidRPr="00C12F37" w:rsidRDefault="008D62B3" w:rsidP="001F5F08">
      <w:pPr>
        <w:pStyle w:val="BodyText"/>
        <w:numPr>
          <w:ilvl w:val="0"/>
          <w:numId w:val="16"/>
        </w:numPr>
      </w:pPr>
      <w:r w:rsidRPr="00C12F37">
        <w:rPr>
          <w:i/>
        </w:rPr>
        <w:t>AWARE_</w:t>
      </w:r>
      <w:r w:rsidR="00AF08B7" w:rsidRPr="00C12F37">
        <w:rPr>
          <w:i/>
        </w:rPr>
        <w:t>v</w:t>
      </w:r>
      <w:r w:rsidR="0072306B">
        <w:rPr>
          <w:i/>
        </w:rPr>
        <w:t>1.1.6</w:t>
      </w:r>
      <w:r w:rsidR="00D14643" w:rsidRPr="00C12F37">
        <w:rPr>
          <w:i/>
        </w:rPr>
        <w:t>_</w:t>
      </w:r>
      <w:r w:rsidR="00053977" w:rsidRPr="00C12F37">
        <w:rPr>
          <w:i/>
        </w:rPr>
        <w:t>LongBeach</w:t>
      </w:r>
      <w:r w:rsidRPr="00C12F37">
        <w:rPr>
          <w:i/>
        </w:rPr>
        <w:t>.zip</w:t>
      </w:r>
      <w:r w:rsidRPr="00C12F37">
        <w:t xml:space="preserve"> containing the following </w:t>
      </w:r>
      <w:r w:rsidR="00E947E7" w:rsidRPr="00C12F37">
        <w:t xml:space="preserve">installer </w:t>
      </w:r>
      <w:r w:rsidRPr="00C12F37">
        <w:t>files</w:t>
      </w:r>
      <w:r w:rsidR="00F358C0" w:rsidRPr="00C12F37">
        <w:t xml:space="preserve"> with date and time created, size, and SVN </w:t>
      </w:r>
      <w:r w:rsidR="009F76DD" w:rsidRPr="00C12F37">
        <w:t>revision</w:t>
      </w:r>
      <w:r w:rsidR="00F358C0" w:rsidRPr="00C12F37">
        <w:t>:</w:t>
      </w:r>
    </w:p>
    <w:p w:rsidR="002D6AC6" w:rsidRPr="00C335C4" w:rsidRDefault="002D6AC6" w:rsidP="00724387">
      <w:pPr>
        <w:rPr>
          <w:rFonts w:ascii="Courier New" w:hAnsi="Courier New" w:cs="Courier New"/>
          <w:sz w:val="16"/>
          <w:szCs w:val="16"/>
        </w:rPr>
      </w:pPr>
      <w:r w:rsidRPr="00C335C4">
        <w:rPr>
          <w:rFonts w:ascii="Courier New" w:hAnsi="Courier New" w:cs="Courier New"/>
          <w:sz w:val="16"/>
          <w:szCs w:val="16"/>
        </w:rPr>
        <w:t>03/13/</w:t>
      </w:r>
      <w:proofErr w:type="gramStart"/>
      <w:r w:rsidRPr="00C335C4">
        <w:rPr>
          <w:rFonts w:ascii="Courier New" w:hAnsi="Courier New" w:cs="Courier New"/>
          <w:sz w:val="16"/>
          <w:szCs w:val="16"/>
        </w:rPr>
        <w:t>2015  09:3</w:t>
      </w:r>
      <w:r w:rsidR="008176E4" w:rsidRPr="00C335C4">
        <w:rPr>
          <w:rFonts w:ascii="Courier New" w:hAnsi="Courier New" w:cs="Courier New"/>
          <w:sz w:val="16"/>
          <w:szCs w:val="16"/>
        </w:rPr>
        <w:t>3</w:t>
      </w:r>
      <w:proofErr w:type="gramEnd"/>
      <w:r w:rsidRPr="00C335C4">
        <w:rPr>
          <w:rFonts w:ascii="Courier New" w:hAnsi="Courier New" w:cs="Courier New"/>
          <w:sz w:val="16"/>
          <w:szCs w:val="16"/>
        </w:rPr>
        <w:t xml:space="preserve"> AM</w:t>
      </w:r>
      <w:r w:rsidR="007621BC" w:rsidRPr="00C335C4">
        <w:rPr>
          <w:rFonts w:ascii="Courier New" w:hAnsi="Courier New" w:cs="Courier New"/>
          <w:sz w:val="16"/>
          <w:szCs w:val="16"/>
        </w:rPr>
        <w:tab/>
      </w:r>
      <w:r w:rsidRPr="00C335C4">
        <w:rPr>
          <w:rFonts w:ascii="Courier New" w:hAnsi="Courier New" w:cs="Courier New"/>
          <w:sz w:val="16"/>
          <w:szCs w:val="16"/>
        </w:rPr>
        <w:t>10,340,0</w:t>
      </w:r>
      <w:r w:rsidR="005D382E" w:rsidRPr="00C335C4">
        <w:rPr>
          <w:rFonts w:ascii="Courier New" w:hAnsi="Courier New" w:cs="Courier New"/>
          <w:sz w:val="16"/>
          <w:szCs w:val="16"/>
        </w:rPr>
        <w:t>39</w:t>
      </w:r>
      <w:r w:rsidR="007621BC" w:rsidRPr="00C335C4">
        <w:rPr>
          <w:rFonts w:ascii="Courier New" w:hAnsi="Courier New" w:cs="Courier New"/>
          <w:sz w:val="16"/>
          <w:szCs w:val="16"/>
        </w:rPr>
        <w:tab/>
      </w:r>
      <w:r w:rsidRPr="00C335C4">
        <w:rPr>
          <w:rFonts w:ascii="Courier New" w:hAnsi="Courier New" w:cs="Courier New"/>
          <w:sz w:val="16"/>
          <w:szCs w:val="16"/>
        </w:rPr>
        <w:t>Aware</w:t>
      </w:r>
      <w:r w:rsidR="00CE14D3" w:rsidRPr="00C335C4">
        <w:rPr>
          <w:rFonts w:ascii="Courier New" w:hAnsi="Courier New" w:cs="Courier New"/>
          <w:sz w:val="16"/>
          <w:szCs w:val="16"/>
        </w:rPr>
        <w:t>DLL</w:t>
      </w:r>
      <w:r w:rsidRPr="00C335C4">
        <w:rPr>
          <w:rFonts w:ascii="Courier New" w:hAnsi="Courier New" w:cs="Courier New"/>
          <w:sz w:val="16"/>
          <w:szCs w:val="16"/>
        </w:rPr>
        <w:t>Installer-</w:t>
      </w:r>
      <w:r w:rsidR="00CE44AA" w:rsidRPr="00C335C4">
        <w:rPr>
          <w:rFonts w:ascii="Courier New" w:hAnsi="Courier New" w:cs="Courier New"/>
          <w:sz w:val="16"/>
          <w:szCs w:val="16"/>
        </w:rPr>
        <w:t>LON</w:t>
      </w:r>
      <w:r w:rsidRPr="00C335C4">
        <w:rPr>
          <w:rFonts w:ascii="Courier New" w:hAnsi="Courier New" w:cs="Courier New"/>
          <w:sz w:val="16"/>
          <w:szCs w:val="16"/>
        </w:rPr>
        <w:t>.exe</w:t>
      </w:r>
      <w:r w:rsidR="007621BC"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SVN 3</w:t>
      </w:r>
      <w:r w:rsidR="00CE44AA" w:rsidRPr="00C335C4">
        <w:rPr>
          <w:rFonts w:ascii="Courier New" w:hAnsi="Courier New" w:cs="Courier New"/>
          <w:sz w:val="16"/>
          <w:szCs w:val="16"/>
        </w:rPr>
        <w:t>68</w:t>
      </w:r>
    </w:p>
    <w:p w:rsidR="002D6AC6" w:rsidRPr="00C335C4" w:rsidRDefault="00CE14D3" w:rsidP="00724387">
      <w:pPr>
        <w:rPr>
          <w:rFonts w:ascii="Courier New" w:hAnsi="Courier New" w:cs="Courier New"/>
          <w:sz w:val="16"/>
          <w:szCs w:val="16"/>
        </w:rPr>
      </w:pPr>
      <w:r w:rsidRPr="00C335C4">
        <w:rPr>
          <w:rFonts w:ascii="Courier New" w:hAnsi="Courier New" w:cs="Courier New"/>
          <w:sz w:val="16"/>
          <w:szCs w:val="16"/>
        </w:rPr>
        <w:t>03</w:t>
      </w:r>
      <w:r w:rsidR="002D6AC6" w:rsidRPr="00C335C4">
        <w:rPr>
          <w:rFonts w:ascii="Courier New" w:hAnsi="Courier New" w:cs="Courier New"/>
          <w:sz w:val="16"/>
          <w:szCs w:val="16"/>
        </w:rPr>
        <w:t>/1</w:t>
      </w:r>
      <w:r w:rsidRPr="00C335C4">
        <w:rPr>
          <w:rFonts w:ascii="Courier New" w:hAnsi="Courier New" w:cs="Courier New"/>
          <w:sz w:val="16"/>
          <w:szCs w:val="16"/>
        </w:rPr>
        <w:t>9</w:t>
      </w:r>
      <w:r w:rsidR="002D6AC6" w:rsidRPr="00C335C4">
        <w:rPr>
          <w:rFonts w:ascii="Courier New" w:hAnsi="Courier New" w:cs="Courier New"/>
          <w:sz w:val="16"/>
          <w:szCs w:val="16"/>
        </w:rPr>
        <w:t>/</w:t>
      </w:r>
      <w:proofErr w:type="gramStart"/>
      <w:r w:rsidR="002D6AC6" w:rsidRPr="00C335C4">
        <w:rPr>
          <w:rFonts w:ascii="Courier New" w:hAnsi="Courier New" w:cs="Courier New"/>
          <w:sz w:val="16"/>
          <w:szCs w:val="16"/>
        </w:rPr>
        <w:t>2015  01:42</w:t>
      </w:r>
      <w:proofErr w:type="gramEnd"/>
      <w:r w:rsidR="002D6AC6" w:rsidRPr="00C335C4">
        <w:rPr>
          <w:rFonts w:ascii="Courier New" w:hAnsi="Courier New" w:cs="Courier New"/>
          <w:sz w:val="16"/>
          <w:szCs w:val="16"/>
        </w:rPr>
        <w:t xml:space="preserve"> PM</w:t>
      </w:r>
      <w:r w:rsidR="007621BC" w:rsidRPr="00C335C4">
        <w:rPr>
          <w:rFonts w:ascii="Courier New" w:hAnsi="Courier New" w:cs="Courier New"/>
          <w:sz w:val="16"/>
          <w:szCs w:val="16"/>
        </w:rPr>
        <w:tab/>
      </w:r>
      <w:r w:rsidRPr="00C335C4">
        <w:rPr>
          <w:rFonts w:ascii="Courier New" w:hAnsi="Courier New" w:cs="Courier New"/>
          <w:sz w:val="16"/>
          <w:szCs w:val="16"/>
        </w:rPr>
        <w:t>67,822</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002D6AC6" w:rsidRPr="00C335C4">
        <w:rPr>
          <w:rFonts w:ascii="Courier New" w:hAnsi="Courier New" w:cs="Courier New"/>
          <w:sz w:val="16"/>
          <w:szCs w:val="16"/>
        </w:rPr>
        <w:t>KIDS_AWARE_</w:t>
      </w:r>
      <w:r w:rsidR="00CE44AA" w:rsidRPr="00C335C4">
        <w:rPr>
          <w:rFonts w:ascii="Courier New" w:hAnsi="Courier New" w:cs="Courier New"/>
          <w:sz w:val="16"/>
          <w:szCs w:val="16"/>
        </w:rPr>
        <w:t>LON</w:t>
      </w:r>
      <w:r w:rsidR="002D6AC6" w:rsidRPr="00C335C4">
        <w:rPr>
          <w:rFonts w:ascii="Courier New" w:hAnsi="Courier New" w:cs="Courier New"/>
          <w:sz w:val="16"/>
          <w:szCs w:val="16"/>
        </w:rPr>
        <w:t>_v_1_6.zip</w:t>
      </w:r>
      <w:r w:rsidR="007621BC" w:rsidRPr="00C335C4">
        <w:rPr>
          <w:rFonts w:ascii="Courier New" w:hAnsi="Courier New" w:cs="Courier New"/>
          <w:sz w:val="16"/>
          <w:szCs w:val="16"/>
        </w:rPr>
        <w:tab/>
      </w:r>
      <w:r w:rsidR="00523F2E" w:rsidRPr="00C335C4">
        <w:rPr>
          <w:rFonts w:ascii="Courier New" w:hAnsi="Courier New" w:cs="Courier New"/>
          <w:sz w:val="16"/>
          <w:szCs w:val="16"/>
        </w:rPr>
        <w:tab/>
      </w:r>
      <w:r w:rsidR="002D6AC6" w:rsidRPr="00C335C4">
        <w:rPr>
          <w:rFonts w:ascii="Courier New" w:hAnsi="Courier New" w:cs="Courier New"/>
          <w:sz w:val="16"/>
          <w:szCs w:val="16"/>
        </w:rPr>
        <w:t>SVN 39</w:t>
      </w:r>
      <w:r w:rsidR="00CE44AA" w:rsidRPr="00C335C4">
        <w:rPr>
          <w:rFonts w:ascii="Courier New" w:hAnsi="Courier New" w:cs="Courier New"/>
          <w:sz w:val="16"/>
          <w:szCs w:val="16"/>
        </w:rPr>
        <w:t>6</w:t>
      </w:r>
    </w:p>
    <w:p w:rsidR="002D6AC6" w:rsidRPr="00C335C4" w:rsidRDefault="002D6AC6" w:rsidP="00724387">
      <w:pPr>
        <w:rPr>
          <w:rFonts w:ascii="Courier New" w:hAnsi="Courier New" w:cs="Courier New"/>
          <w:sz w:val="16"/>
          <w:szCs w:val="16"/>
        </w:rPr>
      </w:pPr>
      <w:r w:rsidRPr="00C335C4">
        <w:rPr>
          <w:rFonts w:ascii="Courier New" w:hAnsi="Courier New" w:cs="Courier New"/>
          <w:sz w:val="16"/>
          <w:szCs w:val="16"/>
        </w:rPr>
        <w:t>03/19/</w:t>
      </w:r>
      <w:proofErr w:type="gramStart"/>
      <w:r w:rsidRPr="00C335C4">
        <w:rPr>
          <w:rFonts w:ascii="Courier New" w:hAnsi="Courier New" w:cs="Courier New"/>
          <w:sz w:val="16"/>
          <w:szCs w:val="16"/>
        </w:rPr>
        <w:t>2015  01:42</w:t>
      </w:r>
      <w:proofErr w:type="gramEnd"/>
      <w:r w:rsidRPr="00C335C4">
        <w:rPr>
          <w:rFonts w:ascii="Courier New" w:hAnsi="Courier New" w:cs="Courier New"/>
          <w:sz w:val="16"/>
          <w:szCs w:val="16"/>
        </w:rPr>
        <w:t xml:space="preserve"> PM</w:t>
      </w:r>
      <w:r w:rsidR="007621BC" w:rsidRPr="00C335C4">
        <w:rPr>
          <w:rFonts w:ascii="Courier New" w:hAnsi="Courier New" w:cs="Courier New"/>
          <w:sz w:val="16"/>
          <w:szCs w:val="16"/>
        </w:rPr>
        <w:tab/>
      </w:r>
      <w:r w:rsidR="00CE14D3" w:rsidRPr="00C335C4">
        <w:rPr>
          <w:rFonts w:ascii="Courier New" w:hAnsi="Courier New" w:cs="Courier New"/>
          <w:sz w:val="16"/>
          <w:szCs w:val="16"/>
        </w:rPr>
        <w:t>68,287</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Pr="00C335C4">
        <w:rPr>
          <w:rFonts w:ascii="Courier New" w:hAnsi="Courier New" w:cs="Courier New"/>
          <w:sz w:val="16"/>
          <w:szCs w:val="16"/>
        </w:rPr>
        <w:t>KIDS_AWARE_</w:t>
      </w:r>
      <w:r w:rsidR="00CE44AA" w:rsidRPr="00C335C4">
        <w:rPr>
          <w:rFonts w:ascii="Courier New" w:hAnsi="Courier New" w:cs="Courier New"/>
          <w:sz w:val="16"/>
          <w:szCs w:val="16"/>
        </w:rPr>
        <w:t>LON</w:t>
      </w:r>
      <w:r w:rsidRPr="00C335C4">
        <w:rPr>
          <w:rFonts w:ascii="Courier New" w:hAnsi="Courier New" w:cs="Courier New"/>
          <w:sz w:val="16"/>
          <w:szCs w:val="16"/>
        </w:rPr>
        <w:t>_v_1_6_VMS.zip</w:t>
      </w:r>
      <w:r w:rsidR="007621BC" w:rsidRPr="00C335C4">
        <w:rPr>
          <w:rFonts w:ascii="Courier New" w:hAnsi="Courier New" w:cs="Courier New"/>
          <w:sz w:val="16"/>
          <w:szCs w:val="16"/>
        </w:rPr>
        <w:tab/>
      </w:r>
      <w:r w:rsidR="00523F2E" w:rsidRPr="00C335C4">
        <w:rPr>
          <w:rFonts w:ascii="Courier New" w:hAnsi="Courier New" w:cs="Courier New"/>
          <w:sz w:val="16"/>
          <w:szCs w:val="16"/>
        </w:rPr>
        <w:tab/>
      </w:r>
      <w:r w:rsidR="00CE44AA" w:rsidRPr="00C335C4">
        <w:rPr>
          <w:rFonts w:ascii="Courier New" w:hAnsi="Courier New" w:cs="Courier New"/>
          <w:sz w:val="16"/>
          <w:szCs w:val="16"/>
        </w:rPr>
        <w:t>SVN 397</w:t>
      </w:r>
    </w:p>
    <w:p w:rsidR="002D6AC6" w:rsidRPr="00C335C4" w:rsidRDefault="00404948" w:rsidP="00724387">
      <w:pPr>
        <w:rPr>
          <w:rFonts w:ascii="Courier New" w:hAnsi="Courier New" w:cs="Courier New"/>
          <w:sz w:val="16"/>
          <w:szCs w:val="16"/>
        </w:rPr>
      </w:pPr>
      <w:r w:rsidRPr="00C335C4">
        <w:rPr>
          <w:rFonts w:ascii="Courier New" w:hAnsi="Courier New" w:cs="Courier New"/>
          <w:sz w:val="16"/>
          <w:szCs w:val="16"/>
        </w:rPr>
        <w:t>03/26/</w:t>
      </w:r>
      <w:proofErr w:type="gramStart"/>
      <w:r w:rsidRPr="00C335C4">
        <w:rPr>
          <w:rFonts w:ascii="Courier New" w:hAnsi="Courier New" w:cs="Courier New"/>
          <w:sz w:val="16"/>
          <w:szCs w:val="16"/>
        </w:rPr>
        <w:t>2015  01:34</w:t>
      </w:r>
      <w:proofErr w:type="gramEnd"/>
      <w:r w:rsidRPr="00C335C4">
        <w:rPr>
          <w:rFonts w:ascii="Courier New" w:hAnsi="Courier New" w:cs="Courier New"/>
          <w:sz w:val="16"/>
          <w:szCs w:val="16"/>
        </w:rPr>
        <w:t xml:space="preserve"> PM</w:t>
      </w:r>
      <w:r w:rsidR="007621BC" w:rsidRPr="00C335C4">
        <w:rPr>
          <w:rFonts w:ascii="Courier New" w:hAnsi="Courier New" w:cs="Courier New"/>
          <w:sz w:val="16"/>
          <w:szCs w:val="16"/>
        </w:rPr>
        <w:tab/>
      </w:r>
      <w:r w:rsidR="00D74A5C" w:rsidRPr="00C335C4">
        <w:rPr>
          <w:rFonts w:ascii="Courier New" w:hAnsi="Courier New" w:cs="Courier New"/>
          <w:sz w:val="16"/>
          <w:szCs w:val="16"/>
        </w:rPr>
        <w:t>90,414</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Pr="00C335C4">
        <w:rPr>
          <w:rFonts w:ascii="Courier New" w:hAnsi="Courier New" w:cs="Courier New"/>
          <w:sz w:val="16"/>
          <w:szCs w:val="16"/>
        </w:rPr>
        <w:t>QI_Database_v_1_6.zip</w:t>
      </w:r>
      <w:r w:rsidR="007621BC" w:rsidRPr="00C335C4">
        <w:rPr>
          <w:rFonts w:ascii="Courier New" w:hAnsi="Courier New" w:cs="Courier New"/>
          <w:sz w:val="16"/>
          <w:szCs w:val="16"/>
        </w:rPr>
        <w:tab/>
      </w:r>
      <w:r w:rsidR="007621BC" w:rsidRPr="00C335C4">
        <w:rPr>
          <w:rFonts w:ascii="Courier New" w:hAnsi="Courier New" w:cs="Courier New"/>
          <w:sz w:val="16"/>
          <w:szCs w:val="16"/>
        </w:rPr>
        <w:tab/>
      </w:r>
      <w:r w:rsidR="00523F2E" w:rsidRPr="00C335C4">
        <w:rPr>
          <w:rFonts w:ascii="Courier New" w:hAnsi="Courier New" w:cs="Courier New"/>
          <w:sz w:val="16"/>
          <w:szCs w:val="16"/>
        </w:rPr>
        <w:tab/>
        <w:t>SVN 406</w:t>
      </w:r>
      <w:r w:rsidRPr="00C335C4">
        <w:rPr>
          <w:rFonts w:ascii="Courier New" w:hAnsi="Courier New" w:cs="Courier New"/>
          <w:sz w:val="16"/>
          <w:szCs w:val="16"/>
        </w:rPr>
        <w:br/>
        <w:t>03/26/2015  01:34 PM</w:t>
      </w:r>
      <w:r w:rsidR="00523F2E" w:rsidRPr="00C335C4">
        <w:rPr>
          <w:rFonts w:ascii="Courier New" w:hAnsi="Courier New" w:cs="Courier New"/>
          <w:sz w:val="16"/>
          <w:szCs w:val="16"/>
        </w:rPr>
        <w:tab/>
      </w:r>
      <w:r w:rsidRPr="00C335C4">
        <w:rPr>
          <w:rFonts w:ascii="Courier New" w:hAnsi="Courier New" w:cs="Courier New"/>
          <w:sz w:val="16"/>
          <w:szCs w:val="16"/>
        </w:rPr>
        <w:t>1,0</w:t>
      </w:r>
      <w:r w:rsidR="00D74A5C" w:rsidRPr="00C335C4">
        <w:rPr>
          <w:rFonts w:ascii="Courier New" w:hAnsi="Courier New" w:cs="Courier New"/>
          <w:sz w:val="16"/>
          <w:szCs w:val="16"/>
        </w:rPr>
        <w:t>46</w:t>
      </w:r>
      <w:r w:rsidRPr="00C335C4">
        <w:rPr>
          <w:rFonts w:ascii="Courier New" w:hAnsi="Courier New" w:cs="Courier New"/>
          <w:sz w:val="16"/>
          <w:szCs w:val="16"/>
        </w:rPr>
        <w:t>,</w:t>
      </w:r>
      <w:r w:rsidR="00D74A5C" w:rsidRPr="00C335C4">
        <w:rPr>
          <w:rFonts w:ascii="Courier New" w:hAnsi="Courier New" w:cs="Courier New"/>
          <w:sz w:val="16"/>
          <w:szCs w:val="16"/>
        </w:rPr>
        <w:t>187</w:t>
      </w:r>
      <w:r w:rsidR="00523F2E" w:rsidRPr="00C335C4">
        <w:rPr>
          <w:rFonts w:ascii="Courier New" w:hAnsi="Courier New" w:cs="Courier New"/>
          <w:sz w:val="16"/>
          <w:szCs w:val="16"/>
        </w:rPr>
        <w:tab/>
      </w:r>
      <w:r w:rsidRPr="00C335C4">
        <w:rPr>
          <w:rFonts w:ascii="Courier New" w:hAnsi="Courier New" w:cs="Courier New"/>
          <w:sz w:val="16"/>
          <w:szCs w:val="16"/>
        </w:rPr>
        <w:t>QI_Manager_v_1_6.zip</w:t>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SVN 407</w:t>
      </w:r>
      <w:r w:rsidRPr="00C335C4">
        <w:rPr>
          <w:rFonts w:ascii="Courier New" w:hAnsi="Courier New" w:cs="Courier New"/>
          <w:sz w:val="16"/>
          <w:szCs w:val="16"/>
        </w:rPr>
        <w:br/>
        <w:t>03/26/2015  01:35 PM</w:t>
      </w:r>
      <w:r w:rsidR="00523F2E" w:rsidRPr="00C335C4">
        <w:rPr>
          <w:rFonts w:ascii="Courier New" w:hAnsi="Courier New" w:cs="Courier New"/>
          <w:sz w:val="16"/>
          <w:szCs w:val="16"/>
        </w:rPr>
        <w:tab/>
      </w:r>
      <w:r w:rsidRPr="00C335C4">
        <w:rPr>
          <w:rFonts w:ascii="Courier New" w:hAnsi="Courier New" w:cs="Courier New"/>
          <w:sz w:val="16"/>
          <w:szCs w:val="16"/>
        </w:rPr>
        <w:t>2,0</w:t>
      </w:r>
      <w:r w:rsidR="00D74A5C" w:rsidRPr="00C335C4">
        <w:rPr>
          <w:rFonts w:ascii="Courier New" w:hAnsi="Courier New" w:cs="Courier New"/>
          <w:sz w:val="16"/>
          <w:szCs w:val="16"/>
        </w:rPr>
        <w:t>63</w:t>
      </w:r>
      <w:r w:rsidRPr="00C335C4">
        <w:rPr>
          <w:rFonts w:ascii="Courier New" w:hAnsi="Courier New" w:cs="Courier New"/>
          <w:sz w:val="16"/>
          <w:szCs w:val="16"/>
        </w:rPr>
        <w:t>,</w:t>
      </w:r>
      <w:r w:rsidR="00D74A5C" w:rsidRPr="00C335C4">
        <w:rPr>
          <w:rFonts w:ascii="Courier New" w:hAnsi="Courier New" w:cs="Courier New"/>
          <w:sz w:val="16"/>
          <w:szCs w:val="16"/>
        </w:rPr>
        <w:t>963</w:t>
      </w:r>
      <w:r w:rsidR="00523F2E" w:rsidRPr="00C335C4">
        <w:rPr>
          <w:rFonts w:ascii="Courier New" w:hAnsi="Courier New" w:cs="Courier New"/>
          <w:sz w:val="16"/>
          <w:szCs w:val="16"/>
        </w:rPr>
        <w:tab/>
      </w:r>
      <w:r w:rsidRPr="00C335C4">
        <w:rPr>
          <w:rFonts w:ascii="Courier New" w:hAnsi="Courier New" w:cs="Courier New"/>
          <w:sz w:val="16"/>
          <w:szCs w:val="16"/>
        </w:rPr>
        <w:t>QI_Reports_v_1_6.zip</w:t>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SVN 408</w:t>
      </w:r>
      <w:r w:rsidRPr="00C335C4">
        <w:rPr>
          <w:rFonts w:ascii="Courier New" w:hAnsi="Courier New" w:cs="Courier New"/>
          <w:sz w:val="16"/>
          <w:szCs w:val="16"/>
        </w:rPr>
        <w:br/>
        <w:t>03/26/2015  01:34 PM</w:t>
      </w:r>
      <w:r w:rsidR="00523F2E" w:rsidRPr="00C335C4">
        <w:rPr>
          <w:rFonts w:ascii="Courier New" w:hAnsi="Courier New" w:cs="Courier New"/>
          <w:sz w:val="16"/>
          <w:szCs w:val="16"/>
        </w:rPr>
        <w:tab/>
      </w:r>
      <w:r w:rsidR="00D74A5C" w:rsidRPr="00C335C4">
        <w:rPr>
          <w:rFonts w:ascii="Courier New" w:hAnsi="Courier New" w:cs="Courier New"/>
          <w:sz w:val="16"/>
          <w:szCs w:val="16"/>
        </w:rPr>
        <w:t>443,468</w:t>
      </w:r>
      <w:r w:rsidR="00523F2E" w:rsidRPr="00C335C4">
        <w:rPr>
          <w:rFonts w:ascii="Courier New" w:hAnsi="Courier New" w:cs="Courier New"/>
          <w:sz w:val="16"/>
          <w:szCs w:val="16"/>
        </w:rPr>
        <w:tab/>
      </w:r>
      <w:r w:rsidR="00523F2E" w:rsidRPr="00C335C4">
        <w:rPr>
          <w:rFonts w:ascii="Courier New" w:hAnsi="Courier New" w:cs="Courier New"/>
          <w:sz w:val="16"/>
          <w:szCs w:val="16"/>
        </w:rPr>
        <w:tab/>
      </w:r>
      <w:r w:rsidRPr="00C335C4">
        <w:rPr>
          <w:rFonts w:ascii="Courier New" w:hAnsi="Courier New" w:cs="Courier New"/>
          <w:sz w:val="16"/>
          <w:szCs w:val="16"/>
        </w:rPr>
        <w:t>QI_AWARE_SQL_Transporter_v_1_6.zip</w:t>
      </w:r>
      <w:r w:rsidR="00523F2E" w:rsidRPr="00C335C4">
        <w:rPr>
          <w:rFonts w:ascii="Courier New" w:hAnsi="Courier New" w:cs="Courier New"/>
          <w:sz w:val="16"/>
          <w:szCs w:val="16"/>
        </w:rPr>
        <w:tab/>
      </w:r>
      <w:r w:rsidRPr="00C335C4">
        <w:rPr>
          <w:rFonts w:ascii="Courier New" w:hAnsi="Courier New" w:cs="Courier New"/>
          <w:sz w:val="16"/>
          <w:szCs w:val="16"/>
        </w:rPr>
        <w:t>SVN 405</w:t>
      </w:r>
      <w:r w:rsidRPr="00C335C4">
        <w:rPr>
          <w:rFonts w:ascii="Courier New" w:hAnsi="Courier New" w:cs="Courier New"/>
          <w:sz w:val="16"/>
          <w:szCs w:val="16"/>
        </w:rPr>
        <w:br/>
      </w:r>
      <w:r w:rsidR="002D6AC6" w:rsidRPr="00C335C4">
        <w:rPr>
          <w:rFonts w:ascii="Courier New" w:hAnsi="Courier New" w:cs="Courier New"/>
          <w:sz w:val="16"/>
          <w:szCs w:val="16"/>
        </w:rPr>
        <w:t>02/26/2015  04:10 PM</w:t>
      </w:r>
      <w:r w:rsidR="00BA282C" w:rsidRPr="00C335C4">
        <w:rPr>
          <w:rFonts w:ascii="Courier New" w:hAnsi="Courier New" w:cs="Courier New"/>
          <w:sz w:val="16"/>
          <w:szCs w:val="16"/>
        </w:rPr>
        <w:tab/>
      </w:r>
      <w:r w:rsidR="002D6AC6" w:rsidRPr="00C335C4">
        <w:rPr>
          <w:rFonts w:ascii="Courier New" w:hAnsi="Courier New" w:cs="Courier New"/>
          <w:sz w:val="16"/>
          <w:szCs w:val="16"/>
        </w:rPr>
        <w:t>242,399</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2D6AC6" w:rsidRPr="00C335C4">
        <w:rPr>
          <w:rFonts w:ascii="Courier New" w:hAnsi="Courier New" w:cs="Courier New"/>
          <w:sz w:val="16"/>
          <w:szCs w:val="16"/>
        </w:rPr>
        <w:t>vefa_csp_v_1_6.xml</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2D6AC6" w:rsidRPr="00C335C4">
        <w:rPr>
          <w:rFonts w:ascii="Courier New" w:hAnsi="Courier New" w:cs="Courier New"/>
          <w:sz w:val="16"/>
          <w:szCs w:val="16"/>
        </w:rPr>
        <w:t>SVN 341</w:t>
      </w:r>
    </w:p>
    <w:p w:rsidR="00ED2548" w:rsidRPr="00C335C4" w:rsidRDefault="002D6AC6" w:rsidP="00ED2548">
      <w:pPr>
        <w:rPr>
          <w:rFonts w:ascii="Courier New" w:hAnsi="Courier New" w:cs="Courier New"/>
          <w:sz w:val="16"/>
          <w:szCs w:val="16"/>
        </w:rPr>
      </w:pPr>
      <w:r w:rsidRPr="00C335C4">
        <w:rPr>
          <w:rFonts w:ascii="Courier New" w:hAnsi="Courier New" w:cs="Courier New"/>
          <w:sz w:val="16"/>
          <w:szCs w:val="16"/>
        </w:rPr>
        <w:t>02/26/</w:t>
      </w:r>
      <w:proofErr w:type="gramStart"/>
      <w:r w:rsidRPr="00C335C4">
        <w:rPr>
          <w:rFonts w:ascii="Courier New" w:hAnsi="Courier New" w:cs="Courier New"/>
          <w:sz w:val="16"/>
          <w:szCs w:val="16"/>
        </w:rPr>
        <w:t>2015  04:10</w:t>
      </w:r>
      <w:proofErr w:type="gramEnd"/>
      <w:r w:rsidRPr="00C335C4">
        <w:rPr>
          <w:rFonts w:ascii="Courier New" w:hAnsi="Courier New" w:cs="Courier New"/>
          <w:sz w:val="16"/>
          <w:szCs w:val="16"/>
        </w:rPr>
        <w:t xml:space="preserve"> PM</w:t>
      </w:r>
      <w:r w:rsidR="00BA282C" w:rsidRPr="00C335C4">
        <w:rPr>
          <w:rFonts w:ascii="Courier New" w:hAnsi="Courier New" w:cs="Courier New"/>
          <w:sz w:val="16"/>
          <w:szCs w:val="16"/>
        </w:rPr>
        <w:tab/>
      </w:r>
      <w:r w:rsidRPr="00C335C4">
        <w:rPr>
          <w:rFonts w:ascii="Courier New" w:hAnsi="Courier New" w:cs="Courier New"/>
          <w:sz w:val="16"/>
          <w:szCs w:val="16"/>
        </w:rPr>
        <w:t>242,475</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Pr="00C335C4">
        <w:rPr>
          <w:rFonts w:ascii="Courier New" w:hAnsi="Courier New" w:cs="Courier New"/>
          <w:sz w:val="16"/>
          <w:szCs w:val="16"/>
        </w:rPr>
        <w:t>vefa_csptest_v_1_6.xml</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BA282C" w:rsidRPr="00C335C4">
        <w:rPr>
          <w:rFonts w:ascii="Courier New" w:hAnsi="Courier New" w:cs="Courier New"/>
          <w:sz w:val="16"/>
          <w:szCs w:val="16"/>
        </w:rPr>
        <w:tab/>
        <w:t>SVN 341</w:t>
      </w:r>
      <w:r w:rsidRPr="00C335C4">
        <w:rPr>
          <w:rFonts w:ascii="Courier New" w:hAnsi="Courier New" w:cs="Courier New"/>
          <w:sz w:val="16"/>
          <w:szCs w:val="16"/>
        </w:rPr>
        <w:br/>
        <w:t>02/23/2015  02:39 PM</w:t>
      </w:r>
      <w:r w:rsidR="00BA282C" w:rsidRPr="00C335C4">
        <w:rPr>
          <w:rFonts w:ascii="Courier New" w:hAnsi="Courier New" w:cs="Courier New"/>
          <w:sz w:val="16"/>
          <w:szCs w:val="16"/>
        </w:rPr>
        <w:tab/>
      </w:r>
      <w:r w:rsidR="005D382E" w:rsidRPr="00C335C4">
        <w:rPr>
          <w:rFonts w:ascii="Courier New" w:hAnsi="Courier New" w:cs="Courier New"/>
          <w:sz w:val="16"/>
          <w:szCs w:val="16"/>
        </w:rPr>
        <w:t>1,543,022</w:t>
      </w:r>
      <w:r w:rsidR="00BA282C" w:rsidRPr="00C335C4">
        <w:rPr>
          <w:rFonts w:ascii="Courier New" w:hAnsi="Courier New" w:cs="Courier New"/>
          <w:sz w:val="16"/>
          <w:szCs w:val="16"/>
        </w:rPr>
        <w:tab/>
      </w:r>
      <w:r w:rsidRPr="00C335C4">
        <w:rPr>
          <w:rFonts w:ascii="Courier New" w:hAnsi="Courier New" w:cs="Courier New"/>
          <w:sz w:val="16"/>
          <w:szCs w:val="16"/>
        </w:rPr>
        <w:t>vefa_IIS_v_1_4.zip</w:t>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00BA282C" w:rsidRPr="00C335C4">
        <w:rPr>
          <w:rFonts w:ascii="Courier New" w:hAnsi="Courier New" w:cs="Courier New"/>
          <w:sz w:val="16"/>
          <w:szCs w:val="16"/>
        </w:rPr>
        <w:tab/>
      </w:r>
      <w:r w:rsidRPr="00C335C4">
        <w:rPr>
          <w:rFonts w:ascii="Courier New" w:hAnsi="Courier New" w:cs="Courier New"/>
          <w:sz w:val="16"/>
          <w:szCs w:val="16"/>
        </w:rPr>
        <w:t>SVN 339</w:t>
      </w:r>
    </w:p>
    <w:p w:rsidR="00ED2548" w:rsidRPr="00C12F37" w:rsidRDefault="00ED2548" w:rsidP="007A0EBF">
      <w:pPr>
        <w:pStyle w:val="BodyText"/>
        <w:spacing w:before="0" w:after="0"/>
        <w:rPr>
          <w:szCs w:val="22"/>
        </w:rPr>
      </w:pPr>
    </w:p>
    <w:p w:rsidR="00F13AB0" w:rsidRPr="00C12F37" w:rsidRDefault="00404948" w:rsidP="007A0EBF">
      <w:pPr>
        <w:pStyle w:val="BodyText"/>
        <w:spacing w:before="0" w:after="0"/>
        <w:rPr>
          <w:szCs w:val="22"/>
        </w:rPr>
      </w:pPr>
      <w:r>
        <w:rPr>
          <w:szCs w:val="22"/>
        </w:rPr>
        <w:t xml:space="preserve">All files except for </w:t>
      </w:r>
      <w:proofErr w:type="spellStart"/>
      <w:r>
        <w:rPr>
          <w:szCs w:val="22"/>
        </w:rPr>
        <w:t>vefa</w:t>
      </w:r>
      <w:proofErr w:type="spellEnd"/>
      <w:r>
        <w:rPr>
          <w:szCs w:val="22"/>
        </w:rPr>
        <w:t>* files were rebuilt</w:t>
      </w:r>
      <w:r w:rsidR="00751B28">
        <w:rPr>
          <w:szCs w:val="22"/>
        </w:rPr>
        <w:t xml:space="preserve"> using CPRS30A.</w:t>
      </w:r>
    </w:p>
    <w:p w:rsidR="00806450" w:rsidRPr="00C12F37" w:rsidRDefault="00AF08B7" w:rsidP="00806450">
      <w:pPr>
        <w:pStyle w:val="BodyText"/>
      </w:pPr>
      <w:r w:rsidRPr="00C12F37">
        <w:t xml:space="preserve">AWARE Version </w:t>
      </w:r>
      <w:r w:rsidR="0072306B">
        <w:t>1.1.6</w:t>
      </w:r>
      <w:r w:rsidRPr="00C12F37">
        <w:t xml:space="preserve"> </w:t>
      </w:r>
      <w:r w:rsidR="00806450" w:rsidRPr="00C12F37">
        <w:t>will be i</w:t>
      </w:r>
      <w:r w:rsidR="008D62B3" w:rsidRPr="00C12F37">
        <w:t>nstalled</w:t>
      </w:r>
      <w:r w:rsidR="00806450" w:rsidRPr="00C12F37">
        <w:t xml:space="preserve"> </w:t>
      </w:r>
      <w:r w:rsidR="00C13739" w:rsidRPr="00C12F37">
        <w:t xml:space="preserve">at the </w:t>
      </w:r>
      <w:r w:rsidR="001D3313" w:rsidRPr="00C12F37">
        <w:t xml:space="preserve">VA </w:t>
      </w:r>
      <w:r w:rsidR="009343CF" w:rsidRPr="00C12F37">
        <w:t>Long Beach</w:t>
      </w:r>
      <w:r w:rsidR="00C13739" w:rsidRPr="00C12F37">
        <w:t xml:space="preserve"> </w:t>
      </w:r>
      <w:r w:rsidR="001D3313" w:rsidRPr="00C12F37">
        <w:t>Healthcare System</w:t>
      </w:r>
      <w:r w:rsidR="00C13739" w:rsidRPr="00C12F37">
        <w:t xml:space="preserve"> in </w:t>
      </w:r>
      <w:r w:rsidR="009343CF" w:rsidRPr="00C12F37">
        <w:t>Long Beach, CA</w:t>
      </w:r>
      <w:r w:rsidR="00603828" w:rsidRPr="00C12F37">
        <w:t xml:space="preserve">. Files can be extracted from the local Long </w:t>
      </w:r>
      <w:proofErr w:type="gramStart"/>
      <w:r w:rsidR="00603828" w:rsidRPr="00C12F37">
        <w:t>Beach  server</w:t>
      </w:r>
      <w:proofErr w:type="gramEnd"/>
      <w:r w:rsidR="00603828" w:rsidRPr="00C12F37">
        <w:t>, VHALONAPP7 on C:\AWARE_INSTALLATION_SOFTWARE.</w:t>
      </w:r>
    </w:p>
    <w:p w:rsidR="00806450" w:rsidRPr="00C12F37" w:rsidRDefault="00806450" w:rsidP="005F370F">
      <w:pPr>
        <w:pStyle w:val="Heading1"/>
      </w:pPr>
      <w:bookmarkStart w:id="5" w:name="_Toc415498782"/>
      <w:r w:rsidRPr="00C12F37">
        <w:lastRenderedPageBreak/>
        <w:t>Change Request Reports</w:t>
      </w:r>
      <w:bookmarkEnd w:id="5"/>
    </w:p>
    <w:p w:rsidR="00806450" w:rsidRPr="00C12F37" w:rsidRDefault="00927DAE" w:rsidP="007F7CF0">
      <w:pPr>
        <w:pStyle w:val="BodyText"/>
        <w:rPr>
          <w:i/>
        </w:rPr>
      </w:pPr>
      <w:r w:rsidRPr="00C12F37">
        <w:t>Harris only lists Change Re</w:t>
      </w:r>
      <w:r w:rsidR="00FC5839" w:rsidRPr="00C12F37">
        <w:t>quests</w:t>
      </w:r>
      <w:r w:rsidRPr="00C12F37">
        <w:t xml:space="preserve"> relative to the latest baseline in this document. Harris will provide direct reference to Change Re</w:t>
      </w:r>
      <w:r w:rsidR="00FC5839" w:rsidRPr="00C12F37">
        <w:t>quests</w:t>
      </w:r>
      <w:r w:rsidRPr="00C12F37">
        <w:t xml:space="preserve"> when necessary. </w:t>
      </w:r>
    </w:p>
    <w:p w:rsidR="00BF7AC6" w:rsidRPr="00C12F37" w:rsidRDefault="00BF7AC6" w:rsidP="00BF7AC6">
      <w:pPr>
        <w:pStyle w:val="Caption"/>
        <w:rPr>
          <w:rFonts w:eastAsia="SimSun"/>
        </w:rPr>
      </w:pPr>
      <w:bookmarkStart w:id="6" w:name="_Ref339946853"/>
      <w:bookmarkStart w:id="7" w:name="_Toc415498797"/>
      <w:r w:rsidRPr="00C12F37">
        <w:rPr>
          <w:rFonts w:eastAsia="SimSun"/>
        </w:rPr>
        <w:t xml:space="preserve">Table </w:t>
      </w:r>
      <w:r w:rsidR="008219B3" w:rsidRPr="00C12F37">
        <w:rPr>
          <w:rFonts w:eastAsia="SimSun"/>
        </w:rPr>
        <w:fldChar w:fldCharType="begin"/>
      </w:r>
      <w:r w:rsidRPr="00C12F37">
        <w:rPr>
          <w:rFonts w:eastAsia="SimSun"/>
        </w:rPr>
        <w:instrText xml:space="preserve"> SEQ Table \* ARABIC </w:instrText>
      </w:r>
      <w:r w:rsidR="008219B3" w:rsidRPr="00C12F37">
        <w:rPr>
          <w:rFonts w:eastAsia="SimSun"/>
        </w:rPr>
        <w:fldChar w:fldCharType="separate"/>
      </w:r>
      <w:r w:rsidR="009C0EB2">
        <w:rPr>
          <w:rFonts w:eastAsia="SimSun"/>
          <w:noProof/>
        </w:rPr>
        <w:t>1</w:t>
      </w:r>
      <w:r w:rsidR="008219B3" w:rsidRPr="00C12F37">
        <w:rPr>
          <w:rFonts w:eastAsia="SimSun"/>
        </w:rPr>
        <w:fldChar w:fldCharType="end"/>
      </w:r>
      <w:bookmarkEnd w:id="6"/>
      <w:r w:rsidR="00C3093C" w:rsidRPr="00C12F37">
        <w:rPr>
          <w:rFonts w:eastAsia="SimSun"/>
        </w:rPr>
        <w:t xml:space="preserve"> </w:t>
      </w:r>
      <w:r w:rsidR="00C6536D" w:rsidRPr="00C12F37">
        <w:rPr>
          <w:rFonts w:eastAsia="SimSun"/>
        </w:rPr>
        <w:t>–</w:t>
      </w:r>
      <w:r w:rsidR="00C3093C" w:rsidRPr="00C12F37">
        <w:rPr>
          <w:rFonts w:eastAsia="SimSun"/>
        </w:rPr>
        <w:t xml:space="preserve"> </w:t>
      </w:r>
      <w:r w:rsidRPr="00C12F37">
        <w:rPr>
          <w:rFonts w:eastAsia="SimSun"/>
        </w:rPr>
        <w:t>Change Request</w:t>
      </w:r>
      <w:r w:rsidR="00FC5839" w:rsidRPr="00C12F37">
        <w:rPr>
          <w:rFonts w:eastAsia="SimSun"/>
        </w:rPr>
        <w:t>s</w:t>
      </w:r>
      <w:r w:rsidRPr="00C12F37">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6" w:space="0" w:color="auto"/>
        </w:tblBorders>
        <w:tblLayout w:type="fixed"/>
        <w:tblCellMar>
          <w:left w:w="72" w:type="dxa"/>
          <w:right w:w="72" w:type="dxa"/>
        </w:tblCellMar>
        <w:tblLook w:val="0000"/>
      </w:tblPr>
      <w:tblGrid>
        <w:gridCol w:w="2682"/>
        <w:gridCol w:w="6822"/>
      </w:tblGrid>
      <w:tr w:rsidR="00157E14">
        <w:trPr>
          <w:trHeight w:val="255"/>
        </w:trPr>
        <w:tc>
          <w:tcPr>
            <w:tcW w:w="2682" w:type="dxa"/>
            <w:tcBorders>
              <w:top w:val="single" w:sz="12" w:space="0" w:color="auto"/>
              <w:bottom w:val="single" w:sz="6" w:space="0" w:color="auto"/>
              <w:right w:val="single" w:sz="6" w:space="0" w:color="auto"/>
            </w:tcBorders>
            <w:shd w:val="pct15" w:color="auto" w:fill="auto"/>
            <w:vAlign w:val="center"/>
          </w:tcPr>
          <w:p w:rsidR="00157E14" w:rsidRDefault="00157E14" w:rsidP="00157E14">
            <w:pPr>
              <w:autoSpaceDE w:val="0"/>
              <w:autoSpaceDN w:val="0"/>
              <w:adjustRightInd w:val="0"/>
              <w:spacing w:before="40" w:after="40"/>
              <w:jc w:val="center"/>
              <w:rPr>
                <w:rFonts w:ascii="Arial" w:hAnsi="Arial" w:cs="Arial"/>
                <w:b/>
                <w:bCs/>
                <w:sz w:val="18"/>
                <w:szCs w:val="18"/>
              </w:rPr>
            </w:pPr>
            <w:bookmarkStart w:id="8" w:name="ColumnTitle_03"/>
            <w:bookmarkEnd w:id="8"/>
            <w:r>
              <w:rPr>
                <w:rFonts w:ascii="Arial" w:hAnsi="Arial" w:cs="Arial"/>
                <w:b/>
                <w:bCs/>
                <w:sz w:val="18"/>
                <w:szCs w:val="18"/>
              </w:rPr>
              <w:t>Change Request ID</w:t>
            </w:r>
          </w:p>
        </w:tc>
        <w:tc>
          <w:tcPr>
            <w:tcW w:w="6822" w:type="dxa"/>
            <w:tcBorders>
              <w:top w:val="single" w:sz="12" w:space="0" w:color="auto"/>
              <w:left w:val="single" w:sz="6" w:space="0" w:color="auto"/>
              <w:bottom w:val="single" w:sz="6" w:space="0" w:color="auto"/>
              <w:right w:val="single" w:sz="12" w:space="0" w:color="auto"/>
            </w:tcBorders>
            <w:shd w:val="pct15" w:color="auto" w:fill="auto"/>
            <w:vAlign w:val="center"/>
          </w:tcPr>
          <w:p w:rsidR="00157E14" w:rsidRDefault="00157E14" w:rsidP="00157E14">
            <w:pPr>
              <w:autoSpaceDE w:val="0"/>
              <w:autoSpaceDN w:val="0"/>
              <w:adjustRightInd w:val="0"/>
              <w:spacing w:before="40" w:after="40"/>
              <w:jc w:val="center"/>
              <w:rPr>
                <w:rFonts w:ascii="Arial" w:hAnsi="Arial" w:cs="Arial"/>
                <w:b/>
                <w:bCs/>
                <w:sz w:val="18"/>
                <w:szCs w:val="18"/>
              </w:rPr>
            </w:pPr>
            <w:r>
              <w:rPr>
                <w:rFonts w:ascii="Arial" w:hAnsi="Arial" w:cs="Arial"/>
                <w:b/>
                <w:bCs/>
                <w:sz w:val="18"/>
                <w:szCs w:val="18"/>
              </w:rPr>
              <w:t>Summary</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CR-46</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“KB Editor – Alert Type and Alert Category names max length”</w:t>
            </w:r>
          </w:p>
          <w:p w:rsidR="00157E14" w:rsidRDefault="00157E14" w:rsidP="00157E14">
            <w:pPr>
              <w:autoSpaceDE w:val="0"/>
              <w:autoSpaceDN w:val="0"/>
              <w:adjustRightInd w:val="0"/>
              <w:spacing w:before="40" w:after="40"/>
              <w:rPr>
                <w:sz w:val="18"/>
                <w:szCs w:val="18"/>
              </w:rPr>
            </w:pPr>
            <w:r>
              <w:rPr>
                <w:rFonts w:ascii="Arial" w:hAnsi="Arial" w:cs="Arial"/>
                <w:sz w:val="18"/>
                <w:szCs w:val="18"/>
              </w:rPr>
              <w:t>Added validation for Alert Type and Alert Category names. Combined, they cannot be greater than max length = 50 characters.</w:t>
            </w:r>
          </w:p>
        </w:tc>
      </w:tr>
      <w:tr w:rsidR="00157E14">
        <w:trPr>
          <w:trHeight w:val="255"/>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CR-47</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“Change FAT and ACL verbiage in Alert Cache Viewer”</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This is an enhancement and described in Section 7.5 of this document.</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CR-49</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“License not released in Cache Viewer and KB Editor”</w:t>
            </w:r>
          </w:p>
          <w:p w:rsidR="00157E14" w:rsidRDefault="00157E14" w:rsidP="00157E14">
            <w:pPr>
              <w:autoSpaceDE w:val="0"/>
              <w:autoSpaceDN w:val="0"/>
              <w:adjustRightInd w:val="0"/>
              <w:spacing w:before="40" w:after="40"/>
              <w:rPr>
                <w:sz w:val="18"/>
                <w:szCs w:val="18"/>
              </w:rPr>
            </w:pPr>
            <w:r>
              <w:rPr>
                <w:rFonts w:ascii="Arial" w:hAnsi="Arial" w:cs="Arial"/>
                <w:sz w:val="18"/>
                <w:szCs w:val="18"/>
              </w:rPr>
              <w:t>Cache Viewer and KB Editor modified to release license when user quit from the application either using logoff button or the “x”.</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sz w:val="18"/>
                <w:szCs w:val="18"/>
              </w:rPr>
            </w:pPr>
            <w:r>
              <w:rPr>
                <w:rFonts w:ascii="Arial" w:hAnsi="Arial" w:cs="Arial"/>
                <w:sz w:val="18"/>
                <w:szCs w:val="18"/>
              </w:rPr>
              <w:t>CR-50</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Surrogate Error”</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exception errors from the AWARE DLL upon return from surrogate condition. This was fixed by updating the AWARE DLL with AWARE v1.1.6.</w:t>
            </w:r>
          </w:p>
        </w:tc>
      </w:tr>
      <w:tr w:rsidR="00157E14">
        <w:trPr>
          <w:trHeight w:val="30"/>
        </w:trPr>
        <w:tc>
          <w:tcPr>
            <w:tcW w:w="2682" w:type="dxa"/>
            <w:tcBorders>
              <w:top w:val="single" w:sz="6" w:space="0" w:color="auto"/>
              <w:bottom w:val="single" w:sz="6" w:space="0" w:color="auto"/>
              <w:right w:val="single" w:sz="6"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CR-51</w:t>
            </w:r>
          </w:p>
        </w:tc>
        <w:tc>
          <w:tcPr>
            <w:tcW w:w="6822" w:type="dxa"/>
            <w:tcBorders>
              <w:top w:val="single" w:sz="6" w:space="0" w:color="auto"/>
              <w:left w:val="single" w:sz="6" w:space="0" w:color="auto"/>
              <w:bottom w:val="single" w:sz="6"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Graphing”</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CPRS Graphing of labs was fixed by securing a licensed Delphi 2006 version with graphics in library dclt100.bpl; the graphics now works. No source code was changed for this library.</w:t>
            </w:r>
          </w:p>
        </w:tc>
      </w:tr>
      <w:tr w:rsidR="00157E14">
        <w:trPr>
          <w:trHeight w:val="30"/>
        </w:trPr>
        <w:tc>
          <w:tcPr>
            <w:tcW w:w="2682" w:type="dxa"/>
            <w:tcBorders>
              <w:top w:val="single" w:sz="6" w:space="0" w:color="auto"/>
              <w:bottom w:val="single" w:sz="12" w:space="0" w:color="auto"/>
              <w:right w:val="single" w:sz="6"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CR-52</w:t>
            </w:r>
          </w:p>
        </w:tc>
        <w:tc>
          <w:tcPr>
            <w:tcW w:w="6822" w:type="dxa"/>
            <w:tcBorders>
              <w:top w:val="single" w:sz="6" w:space="0" w:color="auto"/>
              <w:left w:val="single" w:sz="6" w:space="0" w:color="auto"/>
              <w:bottom w:val="single" w:sz="12" w:space="0" w:color="auto"/>
              <w:right w:val="single" w:sz="12" w:space="0" w:color="auto"/>
            </w:tcBorders>
          </w:tcPr>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“Update QI Reports to display Patient Name”</w:t>
            </w:r>
          </w:p>
          <w:p w:rsidR="00157E14" w:rsidRDefault="00157E14" w:rsidP="00157E14">
            <w:pPr>
              <w:autoSpaceDE w:val="0"/>
              <w:autoSpaceDN w:val="0"/>
              <w:adjustRightInd w:val="0"/>
              <w:spacing w:before="40" w:after="40"/>
              <w:rPr>
                <w:rFonts w:ascii="Arial" w:hAnsi="Arial" w:cs="Arial"/>
                <w:sz w:val="18"/>
                <w:szCs w:val="18"/>
              </w:rPr>
            </w:pPr>
            <w:r>
              <w:rPr>
                <w:rFonts w:ascii="Arial" w:hAnsi="Arial" w:cs="Arial"/>
                <w:sz w:val="18"/>
                <w:szCs w:val="18"/>
              </w:rPr>
              <w:t>This is an enhancement to improve the usability of the QI tool and described in Section 7.5 of this document.</w:t>
            </w:r>
          </w:p>
        </w:tc>
      </w:tr>
    </w:tbl>
    <w:p w:rsidR="00BA3E37" w:rsidRPr="00C12F37" w:rsidRDefault="00BA3E37" w:rsidP="005F370F">
      <w:pPr>
        <w:pStyle w:val="Heading1"/>
      </w:pPr>
      <w:bookmarkStart w:id="9" w:name="_Toc415498783"/>
      <w:r w:rsidRPr="00C12F37">
        <w:t>Release Inventory</w:t>
      </w:r>
      <w:bookmarkEnd w:id="9"/>
    </w:p>
    <w:p w:rsidR="00806450" w:rsidRDefault="00883DE7" w:rsidP="00BA3E37">
      <w:pPr>
        <w:pStyle w:val="BodyText"/>
      </w:pPr>
      <w:r w:rsidRPr="00C12F37">
        <w:t>The following table provides the released material inventory, describes the method of delivery, and to where and to whom the deliverable was released.</w:t>
      </w:r>
      <w:r w:rsidR="005F370F" w:rsidRPr="00C12F37">
        <w:t xml:space="preserve"> The following table </w:t>
      </w:r>
      <w:r w:rsidR="00BA3E37" w:rsidRPr="00C12F37">
        <w:t>lists the release inventory.</w:t>
      </w:r>
    </w:p>
    <w:p w:rsidR="00C3093C" w:rsidRPr="00C12F37" w:rsidRDefault="00C3093C" w:rsidP="00C3093C">
      <w:pPr>
        <w:pStyle w:val="Caption"/>
      </w:pPr>
      <w:bookmarkStart w:id="10" w:name="_Toc415498798"/>
      <w:r w:rsidRPr="00C12F37">
        <w:t xml:space="preserve">Table </w:t>
      </w:r>
      <w:fldSimple w:instr=" SEQ Table \* ARABIC ">
        <w:r w:rsidR="009C0EB2">
          <w:rPr>
            <w:noProof/>
          </w:rPr>
          <w:t>2</w:t>
        </w:r>
      </w:fldSimple>
      <w:r w:rsidRPr="00C12F37">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772"/>
        <w:gridCol w:w="1800"/>
        <w:gridCol w:w="1350"/>
        <w:gridCol w:w="1350"/>
        <w:gridCol w:w="2232"/>
      </w:tblGrid>
      <w:tr w:rsidR="00883DE7" w:rsidRPr="00C12F37" w:rsidTr="00B129F7">
        <w:trPr>
          <w:cantSplit/>
          <w:trHeight w:val="255"/>
          <w:tblHeader/>
        </w:trPr>
        <w:tc>
          <w:tcPr>
            <w:tcW w:w="1458" w:type="pct"/>
            <w:tcBorders>
              <w:top w:val="single" w:sz="12" w:space="0" w:color="auto"/>
              <w:bottom w:val="single" w:sz="6" w:space="0" w:color="auto"/>
            </w:tcBorders>
            <w:shd w:val="pct15" w:color="auto" w:fill="auto"/>
            <w:noWrap/>
            <w:vAlign w:val="center"/>
          </w:tcPr>
          <w:p w:rsidR="00BA3E37" w:rsidRPr="00C12F37" w:rsidRDefault="00BA3E37" w:rsidP="00C3093C">
            <w:pPr>
              <w:spacing w:before="40" w:after="40"/>
              <w:jc w:val="center"/>
              <w:rPr>
                <w:rFonts w:ascii="Arial" w:eastAsia="SimSun" w:hAnsi="Arial" w:cs="Arial"/>
                <w:b/>
                <w:sz w:val="18"/>
                <w:szCs w:val="18"/>
              </w:rPr>
            </w:pPr>
            <w:bookmarkStart w:id="11" w:name="ColumnTitle_04"/>
            <w:bookmarkEnd w:id="11"/>
            <w:r w:rsidRPr="00C12F37">
              <w:rPr>
                <w:rFonts w:ascii="Arial" w:eastAsia="SimSun" w:hAnsi="Arial" w:cs="Arial"/>
                <w:b/>
                <w:sz w:val="18"/>
                <w:szCs w:val="18"/>
              </w:rPr>
              <w:t>Release Component</w:t>
            </w:r>
          </w:p>
        </w:tc>
        <w:tc>
          <w:tcPr>
            <w:tcW w:w="947"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Location</w:t>
            </w:r>
          </w:p>
        </w:tc>
      </w:tr>
      <w:tr w:rsidR="00883DE7" w:rsidRPr="00C12F37" w:rsidTr="00B129F7">
        <w:trPr>
          <w:cantSplit/>
          <w:trHeight w:val="255"/>
        </w:trPr>
        <w:tc>
          <w:tcPr>
            <w:tcW w:w="1458" w:type="pct"/>
            <w:tcBorders>
              <w:top w:val="single" w:sz="6" w:space="0" w:color="auto"/>
            </w:tcBorders>
            <w:noWrap/>
          </w:tcPr>
          <w:p w:rsidR="00BA3E37" w:rsidRPr="00C12F37" w:rsidRDefault="00CA5D97" w:rsidP="00C3093C">
            <w:pPr>
              <w:spacing w:before="40" w:after="40"/>
              <w:rPr>
                <w:rFonts w:ascii="Arial" w:hAnsi="Arial" w:cs="Arial"/>
                <w:sz w:val="18"/>
                <w:szCs w:val="18"/>
              </w:rPr>
            </w:pPr>
            <w:r w:rsidRPr="00C12F37">
              <w:rPr>
                <w:rFonts w:ascii="Arial" w:hAnsi="Arial" w:cs="Arial"/>
                <w:sz w:val="18"/>
                <w:szCs w:val="18"/>
              </w:rPr>
              <w:t>AWARE_</w:t>
            </w:r>
            <w:r w:rsidR="00C25F89" w:rsidRPr="00C12F37">
              <w:rPr>
                <w:rFonts w:ascii="Arial" w:hAnsi="Arial" w:cs="Arial"/>
                <w:sz w:val="18"/>
                <w:szCs w:val="18"/>
              </w:rPr>
              <w:t>v</w:t>
            </w:r>
            <w:r w:rsidR="0072306B">
              <w:rPr>
                <w:rFonts w:ascii="Arial" w:hAnsi="Arial" w:cs="Arial"/>
                <w:sz w:val="18"/>
                <w:szCs w:val="18"/>
              </w:rPr>
              <w:t>1.1.6</w:t>
            </w:r>
            <w:r w:rsidR="00D14643" w:rsidRPr="00C12F37">
              <w:rPr>
                <w:rFonts w:ascii="Arial" w:hAnsi="Arial" w:cs="Arial"/>
                <w:sz w:val="18"/>
                <w:szCs w:val="18"/>
              </w:rPr>
              <w:t>_</w:t>
            </w:r>
            <w:r w:rsidR="00053977" w:rsidRPr="00C12F37">
              <w:rPr>
                <w:rFonts w:ascii="Arial" w:hAnsi="Arial" w:cs="Arial"/>
                <w:sz w:val="18"/>
                <w:szCs w:val="18"/>
              </w:rPr>
              <w:t>LongBeach</w:t>
            </w:r>
            <w:r w:rsidRPr="00C12F37">
              <w:rPr>
                <w:rFonts w:ascii="Arial" w:hAnsi="Arial" w:cs="Arial"/>
                <w:sz w:val="18"/>
                <w:szCs w:val="18"/>
              </w:rPr>
              <w:t>.zip</w:t>
            </w:r>
          </w:p>
          <w:p w:rsidR="00CA5D97" w:rsidRPr="00C12F37" w:rsidRDefault="00CA5D97" w:rsidP="00C3093C">
            <w:pPr>
              <w:spacing w:before="40" w:after="40"/>
              <w:rPr>
                <w:rFonts w:ascii="Arial" w:eastAsia="SimSun" w:hAnsi="Arial" w:cs="Arial"/>
                <w:sz w:val="18"/>
                <w:szCs w:val="18"/>
              </w:rPr>
            </w:pPr>
          </w:p>
        </w:tc>
        <w:tc>
          <w:tcPr>
            <w:tcW w:w="947" w:type="pct"/>
            <w:tcBorders>
              <w:top w:val="single" w:sz="6" w:space="0" w:color="auto"/>
            </w:tcBorders>
          </w:tcPr>
          <w:p w:rsidR="00BA3E37" w:rsidRPr="00C12F37" w:rsidRDefault="004D3E67" w:rsidP="007D3ECB">
            <w:pPr>
              <w:spacing w:before="40" w:after="40"/>
              <w:rPr>
                <w:rFonts w:ascii="Arial" w:eastAsia="SimSun" w:hAnsi="Arial" w:cs="Arial"/>
                <w:sz w:val="18"/>
                <w:szCs w:val="18"/>
              </w:rPr>
            </w:pPr>
            <w:r w:rsidRPr="00C12F37">
              <w:rPr>
                <w:rFonts w:ascii="Arial" w:eastAsia="SimSun" w:hAnsi="Arial" w:cs="Arial"/>
                <w:sz w:val="18"/>
                <w:szCs w:val="18"/>
              </w:rPr>
              <w:t xml:space="preserve">AWARE </w:t>
            </w:r>
            <w:r w:rsidR="00152C01" w:rsidRPr="00C12F37">
              <w:rPr>
                <w:rFonts w:ascii="Arial" w:eastAsia="SimSun" w:hAnsi="Arial" w:cs="Arial"/>
                <w:sz w:val="18"/>
                <w:szCs w:val="18"/>
              </w:rPr>
              <w:t>Version</w:t>
            </w:r>
            <w:r w:rsidRPr="00C12F37">
              <w:rPr>
                <w:rFonts w:ascii="Arial" w:eastAsia="SimSun" w:hAnsi="Arial" w:cs="Arial"/>
                <w:sz w:val="18"/>
                <w:szCs w:val="18"/>
              </w:rPr>
              <w:t xml:space="preserve"> </w:t>
            </w:r>
            <w:r w:rsidR="0072306B">
              <w:rPr>
                <w:rFonts w:ascii="Arial" w:eastAsia="SimSun" w:hAnsi="Arial" w:cs="Arial"/>
                <w:sz w:val="18"/>
                <w:szCs w:val="18"/>
              </w:rPr>
              <w:t>1.1.6</w:t>
            </w:r>
            <w:r w:rsidR="00152C01" w:rsidRPr="00C12F37">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C12F37" w:rsidRDefault="00AF47E7" w:rsidP="003A6A73">
            <w:pPr>
              <w:spacing w:before="40" w:after="40"/>
              <w:rPr>
                <w:rFonts w:ascii="Arial" w:eastAsia="SimSun" w:hAnsi="Arial" w:cs="Arial"/>
                <w:sz w:val="18"/>
                <w:szCs w:val="18"/>
              </w:rPr>
            </w:pPr>
            <w:r w:rsidRPr="00C12F37">
              <w:rPr>
                <w:rFonts w:ascii="Arial" w:eastAsia="SimSun" w:hAnsi="Arial" w:cs="Arial"/>
                <w:sz w:val="18"/>
                <w:szCs w:val="18"/>
              </w:rPr>
              <w:t>Install</w:t>
            </w:r>
            <w:r w:rsidR="003A6A73" w:rsidRPr="00C12F37">
              <w:rPr>
                <w:rFonts w:ascii="Arial" w:eastAsia="SimSun" w:hAnsi="Arial" w:cs="Arial"/>
                <w:sz w:val="18"/>
                <w:szCs w:val="18"/>
              </w:rPr>
              <w:t>ation</w:t>
            </w:r>
          </w:p>
        </w:tc>
        <w:tc>
          <w:tcPr>
            <w:tcW w:w="710" w:type="pct"/>
            <w:tcBorders>
              <w:top w:val="single" w:sz="6" w:space="0" w:color="auto"/>
            </w:tcBorders>
          </w:tcPr>
          <w:p w:rsidR="00BA3E37" w:rsidRPr="00C12F37" w:rsidRDefault="00A13070" w:rsidP="00A13070">
            <w:pPr>
              <w:spacing w:before="40" w:after="40"/>
              <w:rPr>
                <w:rFonts w:ascii="Arial" w:eastAsia="SimSun" w:hAnsi="Arial" w:cs="Arial"/>
                <w:sz w:val="18"/>
                <w:szCs w:val="18"/>
              </w:rPr>
            </w:pPr>
            <w:r w:rsidRPr="00C12F37">
              <w:rPr>
                <w:rFonts w:ascii="Arial" w:eastAsia="SimSun" w:hAnsi="Arial" w:cs="Arial"/>
                <w:sz w:val="18"/>
                <w:szCs w:val="18"/>
              </w:rPr>
              <w:t>VA Long Beach Healthcare System</w:t>
            </w:r>
            <w:r w:rsidR="00616CF0" w:rsidRPr="00C12F37">
              <w:rPr>
                <w:rFonts w:ascii="Arial" w:eastAsia="SimSun" w:hAnsi="Arial" w:cs="Arial"/>
                <w:sz w:val="18"/>
                <w:szCs w:val="18"/>
              </w:rPr>
              <w:t>,</w:t>
            </w:r>
            <w:r w:rsidRPr="00C12F37">
              <w:rPr>
                <w:rFonts w:ascii="Arial" w:eastAsia="SimSun" w:hAnsi="Arial" w:cs="Arial"/>
                <w:sz w:val="18"/>
                <w:szCs w:val="18"/>
              </w:rPr>
              <w:t xml:space="preserve"> Long Beach, CA</w:t>
            </w:r>
          </w:p>
        </w:tc>
        <w:tc>
          <w:tcPr>
            <w:tcW w:w="1174" w:type="pct"/>
            <w:tcBorders>
              <w:top w:val="single" w:sz="6" w:space="0" w:color="auto"/>
            </w:tcBorders>
          </w:tcPr>
          <w:p w:rsidR="00BA3E37" w:rsidRPr="00C12F37" w:rsidRDefault="00616CF0" w:rsidP="009343CF">
            <w:pPr>
              <w:spacing w:before="40" w:after="40"/>
              <w:rPr>
                <w:rFonts w:ascii="Arial" w:eastAsia="SimSun" w:hAnsi="Arial" w:cs="Arial"/>
                <w:sz w:val="18"/>
                <w:szCs w:val="18"/>
              </w:rPr>
            </w:pPr>
            <w:r w:rsidRPr="00C12F37">
              <w:rPr>
                <w:rFonts w:ascii="Arial" w:eastAsia="SimSun" w:hAnsi="Arial" w:cs="Arial"/>
                <w:sz w:val="18"/>
                <w:szCs w:val="18"/>
              </w:rPr>
              <w:t xml:space="preserve">VA Server </w:t>
            </w:r>
            <w:r w:rsidR="00152C01" w:rsidRPr="00C12F37">
              <w:rPr>
                <w:rFonts w:ascii="Arial" w:eastAsia="SimSun" w:hAnsi="Arial" w:cs="Arial"/>
                <w:sz w:val="18"/>
                <w:szCs w:val="18"/>
              </w:rPr>
              <w:t>VHA</w:t>
            </w:r>
            <w:r w:rsidR="009343CF" w:rsidRPr="00C12F37">
              <w:rPr>
                <w:rFonts w:ascii="Arial" w:eastAsia="SimSun" w:hAnsi="Arial" w:cs="Arial"/>
                <w:sz w:val="18"/>
                <w:szCs w:val="18"/>
              </w:rPr>
              <w:t>LONAPP7</w:t>
            </w:r>
            <w:r w:rsidRPr="00C12F37">
              <w:rPr>
                <w:rFonts w:ascii="Arial" w:eastAsia="SimSun" w:hAnsi="Arial" w:cs="Arial"/>
                <w:sz w:val="18"/>
                <w:szCs w:val="18"/>
              </w:rPr>
              <w:t xml:space="preserve"> and</w:t>
            </w:r>
            <w:r w:rsidR="00152C01" w:rsidRPr="00C12F37">
              <w:rPr>
                <w:rFonts w:ascii="Arial" w:eastAsia="SimSun" w:hAnsi="Arial" w:cs="Arial"/>
                <w:sz w:val="18"/>
                <w:szCs w:val="18"/>
              </w:rPr>
              <w:t xml:space="preserve"> </w:t>
            </w:r>
            <w:r w:rsidR="00457B73" w:rsidRPr="00C12F37">
              <w:rPr>
                <w:rFonts w:ascii="Arial" w:eastAsia="SimSun" w:hAnsi="Arial" w:cs="Arial"/>
                <w:sz w:val="18"/>
                <w:szCs w:val="18"/>
              </w:rPr>
              <w:t xml:space="preserve">VA VHA </w:t>
            </w:r>
            <w:r w:rsidR="003A6A73" w:rsidRPr="00C12F37">
              <w:rPr>
                <w:rFonts w:ascii="Arial" w:eastAsia="SimSun" w:hAnsi="Arial" w:cs="Arial"/>
                <w:sz w:val="18"/>
                <w:szCs w:val="18"/>
              </w:rPr>
              <w:t>Innovation Sandbox</w:t>
            </w:r>
          </w:p>
        </w:tc>
      </w:tr>
      <w:tr w:rsidR="00883DE7" w:rsidRPr="00C12F37" w:rsidTr="00B129F7">
        <w:trPr>
          <w:cantSplit/>
          <w:trHeight w:val="255"/>
        </w:trPr>
        <w:tc>
          <w:tcPr>
            <w:tcW w:w="1458" w:type="pct"/>
            <w:noWrap/>
          </w:tcPr>
          <w:p w:rsidR="00BA3E37" w:rsidRPr="00C12F37" w:rsidRDefault="00883DE7" w:rsidP="007D3ECB">
            <w:pPr>
              <w:spacing w:before="40" w:after="40"/>
              <w:rPr>
                <w:rFonts w:ascii="Arial" w:eastAsia="SimSun" w:hAnsi="Arial" w:cs="Arial"/>
                <w:sz w:val="18"/>
                <w:szCs w:val="18"/>
              </w:rPr>
            </w:pPr>
            <w:r w:rsidRPr="00C12F37">
              <w:rPr>
                <w:rFonts w:ascii="Arial" w:eastAsia="SimSun" w:hAnsi="Arial" w:cs="Arial"/>
                <w:sz w:val="18"/>
                <w:szCs w:val="18"/>
              </w:rPr>
              <w:t>T4_AWARE_VersionDD-</w:t>
            </w:r>
            <w:r w:rsidR="002B02C8" w:rsidRPr="00C12F37">
              <w:rPr>
                <w:rFonts w:ascii="Arial" w:eastAsia="SimSun" w:hAnsi="Arial" w:cs="Arial"/>
                <w:sz w:val="18"/>
                <w:szCs w:val="18"/>
              </w:rPr>
              <w:t>V</w:t>
            </w:r>
            <w:r w:rsidR="0072306B">
              <w:rPr>
                <w:rFonts w:ascii="Arial" w:eastAsia="SimSun" w:hAnsi="Arial" w:cs="Arial"/>
                <w:sz w:val="18"/>
                <w:szCs w:val="18"/>
              </w:rPr>
              <w:t>1.1.6</w:t>
            </w:r>
            <w:r w:rsidR="009343CF" w:rsidRPr="00C12F37">
              <w:rPr>
                <w:rFonts w:ascii="Arial" w:eastAsia="SimSun" w:hAnsi="Arial" w:cs="Arial"/>
                <w:sz w:val="18"/>
                <w:szCs w:val="18"/>
              </w:rPr>
              <w:t>_L</w:t>
            </w:r>
            <w:r w:rsidR="00FC5839" w:rsidRPr="00C12F37">
              <w:rPr>
                <w:rFonts w:ascii="Arial" w:eastAsia="SimSun" w:hAnsi="Arial" w:cs="Arial"/>
                <w:sz w:val="18"/>
                <w:szCs w:val="18"/>
              </w:rPr>
              <w:t>ongBeach</w:t>
            </w:r>
            <w:r w:rsidRPr="00C12F37">
              <w:rPr>
                <w:rFonts w:ascii="Arial" w:eastAsia="SimSun" w:hAnsi="Arial" w:cs="Arial"/>
                <w:sz w:val="18"/>
                <w:szCs w:val="18"/>
              </w:rPr>
              <w:t xml:space="preserve">.docx </w:t>
            </w:r>
          </w:p>
        </w:tc>
        <w:tc>
          <w:tcPr>
            <w:tcW w:w="947" w:type="pct"/>
          </w:tcPr>
          <w:p w:rsidR="00BA3E37" w:rsidRPr="00C12F37" w:rsidRDefault="00883DE7" w:rsidP="007D3ECB">
            <w:pPr>
              <w:spacing w:before="40" w:after="40"/>
              <w:rPr>
                <w:rFonts w:ascii="Arial" w:eastAsia="SimSun" w:hAnsi="Arial" w:cs="Arial"/>
                <w:sz w:val="18"/>
                <w:szCs w:val="18"/>
              </w:rPr>
            </w:pPr>
            <w:r w:rsidRPr="00C12F37">
              <w:rPr>
                <w:rFonts w:ascii="Arial" w:eastAsia="SimSun" w:hAnsi="Arial" w:cs="Arial"/>
                <w:sz w:val="18"/>
                <w:szCs w:val="18"/>
              </w:rPr>
              <w:t xml:space="preserve">Version Description Document </w:t>
            </w:r>
            <w:r w:rsidR="004A1F6E" w:rsidRPr="00C12F37">
              <w:rPr>
                <w:rFonts w:ascii="Arial" w:eastAsia="SimSun" w:hAnsi="Arial" w:cs="Arial"/>
                <w:sz w:val="18"/>
                <w:szCs w:val="18"/>
              </w:rPr>
              <w:t xml:space="preserve">and Release Notes </w:t>
            </w:r>
            <w:r w:rsidRPr="00C12F37">
              <w:rPr>
                <w:rFonts w:ascii="Arial" w:eastAsia="SimSun" w:hAnsi="Arial" w:cs="Arial"/>
                <w:sz w:val="18"/>
                <w:szCs w:val="18"/>
              </w:rPr>
              <w:t xml:space="preserve">for AWARE </w:t>
            </w:r>
            <w:r w:rsidR="005F3D97" w:rsidRPr="00C12F37">
              <w:rPr>
                <w:rFonts w:ascii="Arial" w:eastAsia="SimSun" w:hAnsi="Arial" w:cs="Arial"/>
                <w:sz w:val="18"/>
                <w:szCs w:val="18"/>
              </w:rPr>
              <w:t>Version</w:t>
            </w:r>
            <w:r w:rsidR="00B641D6" w:rsidRPr="00C12F37">
              <w:rPr>
                <w:rFonts w:ascii="Arial" w:eastAsia="SimSun" w:hAnsi="Arial" w:cs="Arial"/>
                <w:sz w:val="18"/>
                <w:szCs w:val="18"/>
              </w:rPr>
              <w:t xml:space="preserve"> </w:t>
            </w:r>
            <w:r w:rsidR="0072306B">
              <w:rPr>
                <w:rFonts w:ascii="Arial" w:eastAsia="SimSun" w:hAnsi="Arial" w:cs="Arial"/>
                <w:sz w:val="18"/>
                <w:szCs w:val="18"/>
              </w:rPr>
              <w:t>1.1.6</w:t>
            </w:r>
          </w:p>
        </w:tc>
        <w:tc>
          <w:tcPr>
            <w:tcW w:w="710" w:type="pct"/>
          </w:tcPr>
          <w:p w:rsidR="00BA3E37" w:rsidRPr="00C12F37" w:rsidRDefault="00883DE7" w:rsidP="00C3093C">
            <w:pPr>
              <w:spacing w:before="40" w:after="40"/>
              <w:rPr>
                <w:rFonts w:ascii="Arial" w:eastAsia="SimSun" w:hAnsi="Arial" w:cs="Arial"/>
                <w:sz w:val="18"/>
                <w:szCs w:val="18"/>
              </w:rPr>
            </w:pPr>
            <w:r w:rsidRPr="00C12F37">
              <w:rPr>
                <w:rFonts w:ascii="Arial" w:eastAsia="SimSun" w:hAnsi="Arial" w:cs="Arial"/>
                <w:sz w:val="18"/>
                <w:szCs w:val="18"/>
              </w:rPr>
              <w:t>Email</w:t>
            </w:r>
            <w:r w:rsidR="001A39B5" w:rsidRPr="00C12F37">
              <w:rPr>
                <w:rFonts w:ascii="Arial" w:eastAsia="SimSun" w:hAnsi="Arial" w:cs="Arial"/>
                <w:sz w:val="18"/>
                <w:szCs w:val="18"/>
              </w:rPr>
              <w:t xml:space="preserve"> &amp; upload</w:t>
            </w:r>
          </w:p>
        </w:tc>
        <w:tc>
          <w:tcPr>
            <w:tcW w:w="710" w:type="pct"/>
          </w:tcPr>
          <w:p w:rsidR="00BA3E37" w:rsidRPr="00C12F37" w:rsidRDefault="004D3E67" w:rsidP="00C3093C">
            <w:pPr>
              <w:spacing w:before="40" w:after="40"/>
              <w:rPr>
                <w:rFonts w:ascii="Arial" w:eastAsia="SimSun" w:hAnsi="Arial" w:cs="Arial"/>
                <w:sz w:val="18"/>
                <w:szCs w:val="18"/>
              </w:rPr>
            </w:pPr>
            <w:r w:rsidRPr="00C12F37">
              <w:rPr>
                <w:rFonts w:ascii="Arial" w:eastAsia="SimSun" w:hAnsi="Arial" w:cs="Arial"/>
                <w:sz w:val="18"/>
                <w:szCs w:val="18"/>
              </w:rPr>
              <w:t>Blake Henderson</w:t>
            </w:r>
            <w:r w:rsidR="009F76DD" w:rsidRPr="00C12F37">
              <w:rPr>
                <w:rFonts w:ascii="Arial" w:eastAsia="SimSun" w:hAnsi="Arial" w:cs="Arial"/>
                <w:sz w:val="18"/>
                <w:szCs w:val="18"/>
              </w:rPr>
              <w:t>, VA</w:t>
            </w:r>
          </w:p>
        </w:tc>
        <w:tc>
          <w:tcPr>
            <w:tcW w:w="1174" w:type="pct"/>
          </w:tcPr>
          <w:p w:rsidR="00BA3E37" w:rsidRPr="00C12F37" w:rsidRDefault="001A39B5" w:rsidP="00C3093C">
            <w:pPr>
              <w:spacing w:before="40" w:after="40"/>
              <w:rPr>
                <w:rFonts w:ascii="Arial" w:eastAsia="SimSun" w:hAnsi="Arial" w:cs="Arial"/>
                <w:sz w:val="18"/>
                <w:szCs w:val="18"/>
              </w:rPr>
            </w:pPr>
            <w:r w:rsidRPr="00C12F37">
              <w:rPr>
                <w:rFonts w:ascii="Arial" w:eastAsia="SimSun" w:hAnsi="Arial" w:cs="Arial"/>
                <w:sz w:val="18"/>
                <w:szCs w:val="18"/>
              </w:rPr>
              <w:t>AWARE SharePoint Site</w:t>
            </w:r>
          </w:p>
        </w:tc>
      </w:tr>
    </w:tbl>
    <w:p w:rsidR="00B118C7" w:rsidRPr="00C12F37" w:rsidRDefault="00B118C7" w:rsidP="00B118C7">
      <w:pPr>
        <w:pStyle w:val="BodyText"/>
      </w:pPr>
    </w:p>
    <w:p w:rsidR="00B118C7" w:rsidRPr="00C12F37" w:rsidRDefault="00B118C7" w:rsidP="00B118C7">
      <w:pPr>
        <w:pStyle w:val="BodyText"/>
        <w:rPr>
          <w:rFonts w:ascii="Arial" w:hAnsi="Arial" w:cs="Arial"/>
          <w:kern w:val="32"/>
          <w:sz w:val="32"/>
          <w:szCs w:val="28"/>
        </w:rPr>
      </w:pPr>
      <w:r w:rsidRPr="00C12F37">
        <w:br w:type="page"/>
      </w:r>
    </w:p>
    <w:p w:rsidR="00BA3E37" w:rsidRPr="00C12F37" w:rsidRDefault="00E03FE2" w:rsidP="00BA3E37">
      <w:pPr>
        <w:pStyle w:val="Heading2"/>
      </w:pPr>
      <w:bookmarkStart w:id="12" w:name="_Toc415498784"/>
      <w:r w:rsidRPr="00C12F37">
        <w:lastRenderedPageBreak/>
        <w:t>Electronic</w:t>
      </w:r>
      <w:r w:rsidR="00BA3E37" w:rsidRPr="00C12F37">
        <w:t xml:space="preserve"> Media Released</w:t>
      </w:r>
      <w:bookmarkEnd w:id="12"/>
    </w:p>
    <w:p w:rsidR="00BA3E37" w:rsidRPr="00C12F37" w:rsidRDefault="00AF47E7" w:rsidP="007F7CF0">
      <w:pPr>
        <w:pStyle w:val="BodyText"/>
      </w:pPr>
      <w:r w:rsidRPr="00C12F37">
        <w:t>Th</w:t>
      </w:r>
      <w:r w:rsidR="00E03FE2" w:rsidRPr="00C12F37">
        <w:t>e</w:t>
      </w:r>
      <w:r w:rsidRPr="00C12F37">
        <w:t xml:space="preserve"> VDD</w:t>
      </w:r>
      <w:r w:rsidR="004A1F6E" w:rsidRPr="00C12F37">
        <w:t xml:space="preserve"> and Release Notes</w:t>
      </w:r>
      <w:r w:rsidRPr="00C12F37">
        <w:t xml:space="preserve"> and other product documentation </w:t>
      </w:r>
      <w:r w:rsidR="0038132C" w:rsidRPr="00C12F37">
        <w:t>are</w:t>
      </w:r>
      <w:r w:rsidRPr="00C12F37">
        <w:t xml:space="preserve"> released via email. The software builds are delivered via upload to the </w:t>
      </w:r>
      <w:r w:rsidR="003A6A73" w:rsidRPr="00C12F37">
        <w:t>VA</w:t>
      </w:r>
      <w:r w:rsidR="00457B73" w:rsidRPr="00C12F37">
        <w:t xml:space="preserve"> VHA</w:t>
      </w:r>
      <w:r w:rsidR="003A6A73" w:rsidRPr="00C12F37">
        <w:t xml:space="preserve"> Innovation Sandbox</w:t>
      </w:r>
      <w:r w:rsidR="000A7C2D" w:rsidRPr="00C12F37">
        <w:t>. The QI Reports are</w:t>
      </w:r>
      <w:r w:rsidRPr="00C12F37">
        <w:t xml:space="preserve"> installed by Harris team members</w:t>
      </w:r>
      <w:r w:rsidR="000A7C2D" w:rsidRPr="00C12F37">
        <w:t xml:space="preserve"> and the KIDS build is installed by OIT personnel</w:t>
      </w:r>
      <w:r w:rsidR="00616CF0" w:rsidRPr="00C12F37">
        <w:t xml:space="preserve"> at the </w:t>
      </w:r>
      <w:r w:rsidR="001D3313" w:rsidRPr="00C12F37">
        <w:t xml:space="preserve">VA </w:t>
      </w:r>
      <w:r w:rsidR="009343CF" w:rsidRPr="00C12F37">
        <w:t>Long Beach</w:t>
      </w:r>
      <w:r w:rsidR="00616CF0" w:rsidRPr="00C12F37">
        <w:t xml:space="preserve"> </w:t>
      </w:r>
      <w:r w:rsidR="001D3313" w:rsidRPr="00C12F37">
        <w:t>Healthcare System</w:t>
      </w:r>
      <w:r w:rsidR="00616CF0" w:rsidRPr="00C12F37">
        <w:t xml:space="preserve"> in </w:t>
      </w:r>
      <w:r w:rsidR="009343CF" w:rsidRPr="00C12F37">
        <w:t>Long Beach, CA</w:t>
      </w:r>
      <w:r w:rsidRPr="00C12F37">
        <w:t>.</w:t>
      </w:r>
      <w:r w:rsidR="00BA3E37" w:rsidRPr="00C12F37">
        <w:t xml:space="preserve"> </w:t>
      </w:r>
    </w:p>
    <w:p w:rsidR="00BA3E37" w:rsidRPr="00C12F37" w:rsidRDefault="00BA3E37" w:rsidP="00BA3E37">
      <w:pPr>
        <w:pStyle w:val="Heading2"/>
      </w:pPr>
      <w:bookmarkStart w:id="13" w:name="_Toc415498785"/>
      <w:r w:rsidRPr="00C12F37">
        <w:t>Physical Media Released</w:t>
      </w:r>
      <w:bookmarkEnd w:id="13"/>
    </w:p>
    <w:p w:rsidR="00BA3E37" w:rsidRPr="00C12F37" w:rsidRDefault="00AF47E7" w:rsidP="007F7CF0">
      <w:pPr>
        <w:pStyle w:val="BodyText"/>
      </w:pPr>
      <w:r w:rsidRPr="00C12F37">
        <w:t xml:space="preserve">Not applicable. There is no </w:t>
      </w:r>
      <w:r w:rsidR="00FC5839" w:rsidRPr="00C12F37">
        <w:t>physical</w:t>
      </w:r>
      <w:r w:rsidRPr="00C12F37">
        <w:t xml:space="preserve"> media provided with this deliverable.</w:t>
      </w:r>
      <w:r w:rsidR="00BA3E37" w:rsidRPr="00C12F37">
        <w:t xml:space="preserve"> </w:t>
      </w:r>
    </w:p>
    <w:p w:rsidR="00BA3E37" w:rsidRPr="00C12F37" w:rsidRDefault="00BA3E37" w:rsidP="005F370F">
      <w:pPr>
        <w:pStyle w:val="Heading1"/>
      </w:pPr>
      <w:bookmarkStart w:id="14" w:name="_Ref389058370"/>
      <w:bookmarkStart w:id="15" w:name="_Toc415498786"/>
      <w:r w:rsidRPr="00C12F37">
        <w:t>Associated Supporting Documentation</w:t>
      </w:r>
      <w:bookmarkEnd w:id="14"/>
      <w:bookmarkEnd w:id="15"/>
    </w:p>
    <w:p w:rsidR="00BA3E37" w:rsidRPr="00C12F37" w:rsidRDefault="005F370F" w:rsidP="00BA3E37">
      <w:pPr>
        <w:pStyle w:val="BodyText"/>
      </w:pPr>
      <w:r w:rsidRPr="00C12F37">
        <w:t>The following table</w:t>
      </w:r>
      <w:r w:rsidR="00BA3E37" w:rsidRPr="00C12F37">
        <w:t xml:space="preserve"> lists the support documents that are associated with this deliverable:</w:t>
      </w:r>
    </w:p>
    <w:p w:rsidR="00E078E5" w:rsidRPr="00C12F37" w:rsidRDefault="00E078E5" w:rsidP="00E078E5">
      <w:pPr>
        <w:pStyle w:val="Caption"/>
      </w:pPr>
      <w:bookmarkStart w:id="16" w:name="_Ref389058332"/>
      <w:bookmarkStart w:id="17" w:name="_Toc415498799"/>
      <w:r w:rsidRPr="00C12F37">
        <w:t xml:space="preserve">Table </w:t>
      </w:r>
      <w:fldSimple w:instr=" SEQ Table \* ARABIC ">
        <w:r w:rsidR="009C0EB2">
          <w:rPr>
            <w:noProof/>
          </w:rPr>
          <w:t>3</w:t>
        </w:r>
      </w:fldSimple>
      <w:bookmarkEnd w:id="16"/>
      <w:r w:rsidRPr="00C12F37">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C12F37" w:rsidTr="00E078E5">
        <w:trPr>
          <w:cantSplit/>
          <w:tblHeader/>
        </w:trPr>
        <w:tc>
          <w:tcPr>
            <w:tcW w:w="3417"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bookmarkStart w:id="18" w:name="ColumnTitle_05"/>
            <w:bookmarkEnd w:id="18"/>
            <w:r w:rsidRPr="00C12F3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r w:rsidRPr="00C12F3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r w:rsidRPr="00C12F37">
              <w:rPr>
                <w:rFonts w:ascii="Arial" w:eastAsia="SimSun" w:hAnsi="Arial" w:cs="Arial"/>
                <w:b/>
                <w:sz w:val="18"/>
                <w:szCs w:val="18"/>
              </w:rPr>
              <w:t>Date</w:t>
            </w:r>
          </w:p>
        </w:tc>
      </w:tr>
      <w:tr w:rsidR="008D62B3" w:rsidRPr="00C12F37" w:rsidTr="00E078E5">
        <w:trPr>
          <w:cantSplit/>
        </w:trPr>
        <w:tc>
          <w:tcPr>
            <w:tcW w:w="3417" w:type="pct"/>
            <w:tcBorders>
              <w:top w:val="single" w:sz="6" w:space="0" w:color="auto"/>
            </w:tcBorders>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AWARE Implementation Plan and Checklist</w:t>
            </w:r>
          </w:p>
        </w:tc>
        <w:tc>
          <w:tcPr>
            <w:tcW w:w="544" w:type="pct"/>
            <w:tcBorders>
              <w:top w:val="single" w:sz="6" w:space="0" w:color="auto"/>
            </w:tcBorders>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5</w:t>
            </w:r>
          </w:p>
        </w:tc>
        <w:tc>
          <w:tcPr>
            <w:tcW w:w="1039" w:type="pct"/>
            <w:tcBorders>
              <w:top w:val="single" w:sz="6" w:space="0" w:color="auto"/>
            </w:tcBorders>
          </w:tcPr>
          <w:p w:rsidR="008D62B3" w:rsidRPr="00C12F37" w:rsidRDefault="00031011"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w:t>
            </w:r>
            <w:r w:rsidR="0075062D" w:rsidRPr="00C12F37">
              <w:rPr>
                <w:rFonts w:ascii="Arial" w:eastAsia="SimSun" w:hAnsi="Arial" w:cs="Arial"/>
                <w:sz w:val="18"/>
                <w:szCs w:val="18"/>
              </w:rPr>
              <w:t>17</w:t>
            </w:r>
            <w:r w:rsidRPr="00C12F37">
              <w:rPr>
                <w:rFonts w:ascii="Arial" w:eastAsia="SimSun" w:hAnsi="Arial" w:cs="Arial"/>
                <w:sz w:val="18"/>
                <w:szCs w:val="18"/>
              </w:rPr>
              <w:t>/2014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AWARE CPRS Integration Specification</w:t>
            </w:r>
          </w:p>
        </w:tc>
        <w:tc>
          <w:tcPr>
            <w:tcW w:w="544" w:type="pct"/>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E57E00" w:rsidRPr="00C12F37">
              <w:rPr>
                <w:rFonts w:ascii="Arial" w:eastAsia="SimSun" w:hAnsi="Arial" w:cs="Arial"/>
                <w:sz w:val="18"/>
                <w:szCs w:val="18"/>
              </w:rPr>
              <w:t>2</w:t>
            </w:r>
          </w:p>
        </w:tc>
        <w:tc>
          <w:tcPr>
            <w:tcW w:w="1039" w:type="pct"/>
          </w:tcPr>
          <w:p w:rsidR="008D62B3"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05/28/2014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 xml:space="preserve">AWARE </w:t>
            </w:r>
            <w:r w:rsidR="008D62B3" w:rsidRPr="00C12F37">
              <w:rPr>
                <w:rFonts w:ascii="Arial" w:hAnsi="Arial" w:cs="Arial"/>
                <w:sz w:val="18"/>
                <w:szCs w:val="18"/>
              </w:rPr>
              <w:t>Requirements Specification Document</w:t>
            </w:r>
          </w:p>
        </w:tc>
        <w:tc>
          <w:tcPr>
            <w:tcW w:w="544" w:type="pct"/>
          </w:tcPr>
          <w:p w:rsidR="008D62B3" w:rsidRPr="00C12F37" w:rsidRDefault="004D3E67" w:rsidP="0011486A">
            <w:pPr>
              <w:spacing w:before="40" w:after="40"/>
              <w:jc w:val="center"/>
              <w:rPr>
                <w:rFonts w:ascii="Arial" w:eastAsia="SimSun" w:hAnsi="Arial" w:cs="Arial"/>
                <w:sz w:val="18"/>
                <w:szCs w:val="18"/>
              </w:rPr>
            </w:pPr>
            <w:r w:rsidRPr="00C12F37">
              <w:rPr>
                <w:rFonts w:ascii="Arial" w:eastAsia="SimSun" w:hAnsi="Arial" w:cs="Arial"/>
                <w:sz w:val="18"/>
                <w:szCs w:val="18"/>
              </w:rPr>
              <w:t>0.03</w:t>
            </w:r>
          </w:p>
        </w:tc>
        <w:tc>
          <w:tcPr>
            <w:tcW w:w="1039" w:type="pct"/>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05/09/2014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 xml:space="preserve">AWARE </w:t>
            </w:r>
            <w:r w:rsidR="008D62B3" w:rsidRPr="00C12F37">
              <w:rPr>
                <w:rFonts w:ascii="Arial" w:hAnsi="Arial" w:cs="Arial"/>
                <w:sz w:val="18"/>
                <w:szCs w:val="18"/>
              </w:rPr>
              <w:t>User Interface Document</w:t>
            </w:r>
          </w:p>
        </w:tc>
        <w:tc>
          <w:tcPr>
            <w:tcW w:w="544" w:type="pct"/>
          </w:tcPr>
          <w:p w:rsidR="008D62B3" w:rsidRPr="00C12F37" w:rsidRDefault="00017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E57E00" w:rsidRPr="00C12F37">
              <w:rPr>
                <w:rFonts w:ascii="Arial" w:eastAsia="SimSun" w:hAnsi="Arial" w:cs="Arial"/>
                <w:sz w:val="18"/>
                <w:szCs w:val="18"/>
              </w:rPr>
              <w:t>2</w:t>
            </w:r>
          </w:p>
        </w:tc>
        <w:tc>
          <w:tcPr>
            <w:tcW w:w="1039" w:type="pct"/>
          </w:tcPr>
          <w:p w:rsidR="008D62B3"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05/29/2014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Training Plan</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05/15/2014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System Design Document</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05/27/2014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Master Test Plan</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05/27/2014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Requirements Traceability Matrix</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05/28/2014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Test Cases</w:t>
            </w:r>
          </w:p>
        </w:tc>
        <w:tc>
          <w:tcPr>
            <w:tcW w:w="544" w:type="pct"/>
          </w:tcPr>
          <w:p w:rsidR="00E57E00" w:rsidRPr="00C12F37" w:rsidRDefault="00347C1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w:t>
            </w:r>
            <w:r w:rsidRPr="00C12F37">
              <w:rPr>
                <w:rFonts w:ascii="Arial" w:eastAsia="SimSun" w:hAnsi="Arial" w:cs="Arial"/>
                <w:sz w:val="18"/>
                <w:szCs w:val="18"/>
              </w:rPr>
              <w:t>9/2014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Alert Cache Viewer User Guide</w:t>
            </w:r>
          </w:p>
        </w:tc>
        <w:tc>
          <w:tcPr>
            <w:tcW w:w="544" w:type="pct"/>
          </w:tcPr>
          <w:p w:rsidR="00E57E00" w:rsidRPr="00C12F37" w:rsidRDefault="0075062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Q</w:t>
            </w:r>
            <w:r w:rsidR="00F1372B" w:rsidRPr="00C12F37">
              <w:rPr>
                <w:rFonts w:ascii="Arial" w:hAnsi="Arial" w:cs="Arial"/>
                <w:sz w:val="18"/>
                <w:szCs w:val="18"/>
              </w:rPr>
              <w:t>uality Improvement (QI)</w:t>
            </w:r>
            <w:r w:rsidRPr="00C12F37">
              <w:rPr>
                <w:rFonts w:ascii="Arial" w:hAnsi="Arial" w:cs="Arial"/>
                <w:sz w:val="18"/>
                <w:szCs w:val="18"/>
              </w:rPr>
              <w:t xml:space="preserve"> Report Manager User Guide</w:t>
            </w:r>
          </w:p>
        </w:tc>
        <w:tc>
          <w:tcPr>
            <w:tcW w:w="544" w:type="pct"/>
          </w:tcPr>
          <w:p w:rsidR="00E57E00" w:rsidRPr="00C12F37" w:rsidRDefault="0075062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w:t>
            </w:r>
            <w:r w:rsidR="0075062D" w:rsidRPr="00C12F37">
              <w:rPr>
                <w:rFonts w:ascii="Arial" w:eastAsia="SimSun" w:hAnsi="Arial" w:cs="Arial"/>
                <w:sz w:val="18"/>
                <w:szCs w:val="18"/>
              </w:rPr>
              <w:t>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 xml:space="preserve">AWARE </w:t>
            </w:r>
            <w:r w:rsidR="00F1372B" w:rsidRPr="00C12F37">
              <w:rPr>
                <w:rFonts w:ascii="Arial" w:hAnsi="Arial" w:cs="Arial"/>
                <w:sz w:val="18"/>
                <w:szCs w:val="18"/>
              </w:rPr>
              <w:t>Knowledge Base (</w:t>
            </w:r>
            <w:r w:rsidRPr="00C12F37">
              <w:rPr>
                <w:rFonts w:ascii="Arial" w:hAnsi="Arial" w:cs="Arial"/>
                <w:sz w:val="18"/>
                <w:szCs w:val="18"/>
              </w:rPr>
              <w:t>KB</w:t>
            </w:r>
            <w:r w:rsidR="00F1372B" w:rsidRPr="00C12F37">
              <w:rPr>
                <w:rFonts w:ascii="Arial" w:hAnsi="Arial" w:cs="Arial"/>
                <w:sz w:val="18"/>
                <w:szCs w:val="18"/>
              </w:rPr>
              <w:t>)</w:t>
            </w:r>
            <w:r w:rsidRPr="00C12F37">
              <w:rPr>
                <w:rFonts w:ascii="Arial" w:hAnsi="Arial" w:cs="Arial"/>
                <w:sz w:val="18"/>
                <w:szCs w:val="18"/>
              </w:rPr>
              <w:t xml:space="preserve"> Editor User Guide</w:t>
            </w:r>
          </w:p>
        </w:tc>
        <w:tc>
          <w:tcPr>
            <w:tcW w:w="544" w:type="pct"/>
          </w:tcPr>
          <w:p w:rsidR="00E57E00" w:rsidRPr="00C12F37" w:rsidRDefault="0075062D" w:rsidP="0011486A">
            <w:pPr>
              <w:spacing w:before="40" w:after="40"/>
              <w:jc w:val="center"/>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/0</w:t>
            </w:r>
            <w:r w:rsidR="0075062D" w:rsidRPr="00C12F37">
              <w:rPr>
                <w:rFonts w:ascii="Arial" w:eastAsia="SimSun" w:hAnsi="Arial" w:cs="Arial"/>
                <w:sz w:val="18"/>
                <w:szCs w:val="18"/>
              </w:rPr>
              <w:t>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Kernel Installation and Distribution System (KIDS) and Cache Server Page (CSP)</w:t>
            </w:r>
            <w:r w:rsidR="00031011" w:rsidRPr="00C12F37">
              <w:rPr>
                <w:rFonts w:ascii="Arial" w:hAnsi="Arial" w:cs="Arial"/>
                <w:sz w:val="18"/>
                <w:szCs w:val="18"/>
              </w:rPr>
              <w:t xml:space="preserve"> Installation Guide</w:t>
            </w:r>
          </w:p>
        </w:tc>
        <w:tc>
          <w:tcPr>
            <w:tcW w:w="544" w:type="pct"/>
          </w:tcPr>
          <w:p w:rsidR="00E57E00" w:rsidRPr="00C12F37" w:rsidRDefault="00E57E00"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4</w:t>
            </w:r>
          </w:p>
        </w:tc>
        <w:tc>
          <w:tcPr>
            <w:tcW w:w="1039" w:type="pct"/>
          </w:tcPr>
          <w:p w:rsidR="00E57E00" w:rsidRPr="00C12F37" w:rsidRDefault="00031011"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 xml:space="preserve">AWARE </w:t>
            </w:r>
            <w:r w:rsidR="00F1372B" w:rsidRPr="00C12F37">
              <w:rPr>
                <w:rFonts w:ascii="Arial" w:hAnsi="Arial" w:cs="Arial"/>
                <w:sz w:val="18"/>
                <w:szCs w:val="18"/>
              </w:rPr>
              <w:t>Server Installation Guide</w:t>
            </w:r>
          </w:p>
        </w:tc>
        <w:tc>
          <w:tcPr>
            <w:tcW w:w="544" w:type="pct"/>
          </w:tcPr>
          <w:p w:rsidR="00E57E00" w:rsidRPr="00C12F37" w:rsidRDefault="00F1372B"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4</w:t>
            </w:r>
          </w:p>
        </w:tc>
        <w:tc>
          <w:tcPr>
            <w:tcW w:w="1039" w:type="pct"/>
          </w:tcPr>
          <w:p w:rsidR="00E57E00" w:rsidRPr="00C12F37" w:rsidRDefault="00031011"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04</w:t>
            </w:r>
            <w:r w:rsidRPr="00C12F37">
              <w:rPr>
                <w:rFonts w:ascii="Arial" w:eastAsia="SimSun" w:hAnsi="Arial" w:cs="Arial"/>
                <w:sz w:val="18"/>
                <w:szCs w:val="18"/>
              </w:rPr>
              <w:t>/2014</w:t>
            </w:r>
          </w:p>
        </w:tc>
      </w:tr>
      <w:tr w:rsidR="00D22E7C" w:rsidRPr="00C12F37" w:rsidTr="00D22E7C">
        <w:trPr>
          <w:cantSplit/>
          <w:trHeight w:val="165"/>
        </w:trPr>
        <w:tc>
          <w:tcPr>
            <w:tcW w:w="3417" w:type="pct"/>
          </w:tcPr>
          <w:p w:rsidR="00D22E7C" w:rsidRPr="00C12F37" w:rsidRDefault="003363C1" w:rsidP="005C64EE">
            <w:pPr>
              <w:spacing w:before="40" w:after="40"/>
              <w:rPr>
                <w:rFonts w:ascii="Arial" w:hAnsi="Arial" w:cs="Arial"/>
                <w:sz w:val="18"/>
                <w:szCs w:val="18"/>
              </w:rPr>
            </w:pPr>
            <w:r w:rsidRPr="00C12F37">
              <w:rPr>
                <w:rFonts w:ascii="Arial" w:hAnsi="Arial" w:cs="Arial"/>
                <w:sz w:val="18"/>
                <w:szCs w:val="18"/>
              </w:rPr>
              <w:t>AWARE</w:t>
            </w:r>
            <w:r w:rsidR="00D22E7C" w:rsidRPr="00C12F37">
              <w:rPr>
                <w:rFonts w:ascii="Arial" w:hAnsi="Arial" w:cs="Arial"/>
                <w:sz w:val="18"/>
                <w:szCs w:val="18"/>
              </w:rPr>
              <w:t xml:space="preserve"> Installation, Setup, Validation and Initial Testing Guide</w:t>
            </w:r>
            <w:r w:rsidRPr="00C12F37">
              <w:rPr>
                <w:rFonts w:ascii="Arial" w:hAnsi="Arial" w:cs="Arial"/>
                <w:sz w:val="18"/>
                <w:szCs w:val="18"/>
              </w:rPr>
              <w:t xml:space="preserve"> for </w:t>
            </w:r>
            <w:proofErr w:type="spellStart"/>
            <w:r w:rsidRPr="00C12F37">
              <w:rPr>
                <w:rFonts w:ascii="Arial" w:hAnsi="Arial" w:cs="Arial"/>
                <w:sz w:val="18"/>
                <w:szCs w:val="18"/>
              </w:rPr>
              <w:t>VistA</w:t>
            </w:r>
            <w:proofErr w:type="spellEnd"/>
            <w:r w:rsidRPr="00C12F37">
              <w:rPr>
                <w:rFonts w:ascii="Arial" w:hAnsi="Arial" w:cs="Arial"/>
                <w:sz w:val="18"/>
                <w:szCs w:val="18"/>
              </w:rPr>
              <w:t xml:space="preserve"> Test Account</w:t>
            </w:r>
          </w:p>
        </w:tc>
        <w:tc>
          <w:tcPr>
            <w:tcW w:w="544" w:type="pct"/>
          </w:tcPr>
          <w:p w:rsidR="00D22E7C" w:rsidRPr="00C12F37" w:rsidRDefault="00D22E7C" w:rsidP="0011486A">
            <w:pPr>
              <w:spacing w:before="40" w:after="40"/>
              <w:jc w:val="center"/>
              <w:rPr>
                <w:rFonts w:ascii="Arial" w:eastAsia="SimSun" w:hAnsi="Arial" w:cs="Arial"/>
                <w:sz w:val="18"/>
                <w:szCs w:val="18"/>
              </w:rPr>
            </w:pPr>
            <w:r w:rsidRPr="00C12F37">
              <w:rPr>
                <w:rFonts w:ascii="Arial" w:eastAsia="SimSun" w:hAnsi="Arial" w:cs="Arial"/>
                <w:sz w:val="18"/>
                <w:szCs w:val="18"/>
              </w:rPr>
              <w:t>0.0</w:t>
            </w:r>
            <w:r w:rsidR="00347C1D" w:rsidRPr="00C12F37">
              <w:rPr>
                <w:rFonts w:ascii="Arial" w:eastAsia="SimSun" w:hAnsi="Arial" w:cs="Arial"/>
                <w:sz w:val="18"/>
                <w:szCs w:val="18"/>
              </w:rPr>
              <w:t>2</w:t>
            </w:r>
          </w:p>
        </w:tc>
        <w:tc>
          <w:tcPr>
            <w:tcW w:w="1039" w:type="pct"/>
          </w:tcPr>
          <w:p w:rsidR="00D22E7C" w:rsidRPr="00C12F37" w:rsidRDefault="00061370" w:rsidP="0011486A">
            <w:pPr>
              <w:spacing w:before="40" w:after="40"/>
              <w:jc w:val="center"/>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04</w:t>
            </w:r>
            <w:r w:rsidRPr="00C12F37">
              <w:rPr>
                <w:rFonts w:ascii="Arial" w:eastAsia="SimSun" w:hAnsi="Arial" w:cs="Arial"/>
                <w:sz w:val="18"/>
                <w:szCs w:val="18"/>
              </w:rPr>
              <w:t>/2014</w:t>
            </w:r>
          </w:p>
        </w:tc>
      </w:tr>
    </w:tbl>
    <w:p w:rsidR="00F06F51" w:rsidRPr="00C12F37" w:rsidRDefault="00F06F51" w:rsidP="005F370F">
      <w:pPr>
        <w:pStyle w:val="Heading1"/>
      </w:pPr>
      <w:bookmarkStart w:id="19" w:name="_Toc415498787"/>
      <w:r w:rsidRPr="00C12F37">
        <w:t>Certification</w:t>
      </w:r>
      <w:bookmarkEnd w:id="19"/>
      <w:r w:rsidRPr="00C12F37">
        <w:t xml:space="preserve"> </w:t>
      </w:r>
    </w:p>
    <w:p w:rsidR="00F06F51" w:rsidRPr="00C12F37" w:rsidRDefault="00F06F51" w:rsidP="00F06F51">
      <w:pPr>
        <w:pStyle w:val="BodyText"/>
      </w:pPr>
      <w:r w:rsidRPr="00C12F37">
        <w:t xml:space="preserve">The </w:t>
      </w:r>
      <w:r w:rsidR="00FC5839" w:rsidRPr="00C12F37">
        <w:t xml:space="preserve">Harris </w:t>
      </w:r>
      <w:r w:rsidRPr="00C12F37">
        <w:t xml:space="preserve">Configuration Manager for this release certifies that the contents of the packaged release defined by this VDD consist of artifacts archived in the CM environment for </w:t>
      </w:r>
      <w:r w:rsidR="00C25468" w:rsidRPr="00C12F37">
        <w:t xml:space="preserve">AWARE </w:t>
      </w:r>
      <w:r w:rsidR="002B02C8" w:rsidRPr="00C12F37">
        <w:t xml:space="preserve">Version </w:t>
      </w:r>
      <w:r w:rsidR="0072306B">
        <w:t>1.1.6</w:t>
      </w:r>
      <w:r w:rsidRPr="00C12F37">
        <w:rPr>
          <w:i/>
          <w:iCs/>
        </w:rPr>
        <w:t xml:space="preserve"> </w:t>
      </w:r>
      <w:r w:rsidRPr="00C12F37">
        <w:t xml:space="preserve">as recorded in CM repository on </w:t>
      </w:r>
      <w:r w:rsidR="0058731E">
        <w:t>3</w:t>
      </w:r>
      <w:r w:rsidR="00711EBF">
        <w:t>/</w:t>
      </w:r>
      <w:r w:rsidR="006E7877">
        <w:t>31</w:t>
      </w:r>
      <w:r w:rsidR="00711EBF">
        <w:t>/2015</w:t>
      </w:r>
      <w:r w:rsidRPr="00C12F37">
        <w:t>.</w:t>
      </w:r>
    </w:p>
    <w:p w:rsidR="00F06F51" w:rsidRPr="00C12F37" w:rsidRDefault="00F06F51" w:rsidP="00F06F51">
      <w:pPr>
        <w:pStyle w:val="BodyText"/>
      </w:pPr>
      <w:r w:rsidRPr="00C12F37">
        <w:t>The status of all change requests and code change requests listed in this document in the Change Record Reports section have been verified and are consistent with what is reported here.</w:t>
      </w:r>
    </w:p>
    <w:p w:rsidR="00F06F51" w:rsidRPr="00C12F37" w:rsidRDefault="00F06F51" w:rsidP="00F06F51">
      <w:pPr>
        <w:pStyle w:val="BodyText"/>
      </w:pPr>
    </w:p>
    <w:p w:rsidR="00F06F51" w:rsidRPr="00C12F37" w:rsidRDefault="00F06F51" w:rsidP="00F06F51">
      <w:pPr>
        <w:pStyle w:val="BodyText"/>
      </w:pPr>
      <w:r w:rsidRPr="00C12F37">
        <w:t>________________________________________________</w:t>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t>____________________________</w:t>
      </w:r>
    </w:p>
    <w:p w:rsidR="00F06F51" w:rsidRPr="00C12F37" w:rsidRDefault="00F06F51" w:rsidP="00F06F51">
      <w:pPr>
        <w:pStyle w:val="BodyText"/>
        <w:tabs>
          <w:tab w:val="left" w:pos="7920"/>
        </w:tabs>
      </w:pPr>
      <w:r w:rsidRPr="00C12F37">
        <w:t>Signed</w:t>
      </w:r>
      <w:r w:rsidR="00EE3478" w:rsidRPr="00C12F37">
        <w:tab/>
        <w:t>Date</w:t>
      </w:r>
    </w:p>
    <w:p w:rsidR="00EE3478" w:rsidRPr="00C12F37" w:rsidRDefault="00EE3478" w:rsidP="005F370F">
      <w:pPr>
        <w:pStyle w:val="Heading1"/>
      </w:pPr>
      <w:bookmarkStart w:id="20" w:name="_Toc415498788"/>
      <w:r w:rsidRPr="00C12F37">
        <w:lastRenderedPageBreak/>
        <w:t>Appendix A</w:t>
      </w:r>
      <w:r w:rsidR="007F7CF0" w:rsidRPr="00C12F37">
        <w:t xml:space="preserve"> - </w:t>
      </w:r>
      <w:r w:rsidRPr="00C12F37">
        <w:t>Release Notes</w:t>
      </w:r>
      <w:bookmarkEnd w:id="20"/>
      <w:r w:rsidRPr="00C12F37">
        <w:t xml:space="preserve"> </w:t>
      </w:r>
    </w:p>
    <w:p w:rsidR="00EE3478" w:rsidRPr="00C12F37" w:rsidRDefault="00EE3478" w:rsidP="007F7CF0">
      <w:pPr>
        <w:pStyle w:val="Heading2"/>
      </w:pPr>
      <w:bookmarkStart w:id="21" w:name="_Toc415498789"/>
      <w:r w:rsidRPr="00C12F37">
        <w:t>Introduction</w:t>
      </w:r>
      <w:bookmarkEnd w:id="21"/>
    </w:p>
    <w:p w:rsidR="00B85519" w:rsidRPr="00C12F37" w:rsidRDefault="00B85519" w:rsidP="00B85519">
      <w:pPr>
        <w:pStyle w:val="BodyText"/>
      </w:pPr>
      <w:r w:rsidRPr="00C12F3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C12F37" w:rsidRDefault="00EE3478" w:rsidP="00645205">
      <w:pPr>
        <w:pStyle w:val="Heading3"/>
      </w:pPr>
      <w:bookmarkStart w:id="22" w:name="_Toc415498790"/>
      <w:r w:rsidRPr="00C12F37">
        <w:t>Purpose</w:t>
      </w:r>
      <w:bookmarkEnd w:id="22"/>
    </w:p>
    <w:p w:rsidR="00EE3478" w:rsidRPr="00C12F37" w:rsidRDefault="00EE3478" w:rsidP="007F7CF0">
      <w:pPr>
        <w:pStyle w:val="BodyText"/>
      </w:pPr>
      <w:r w:rsidRPr="00C12F37">
        <w:t xml:space="preserve">These release notes cover the new features provided to </w:t>
      </w:r>
      <w:r w:rsidR="005C4CD0" w:rsidRPr="00C12F37">
        <w:t>AWARE</w:t>
      </w:r>
      <w:r w:rsidRPr="00C12F37">
        <w:t xml:space="preserve"> users in this release. All other documents referenced herein can be found at </w:t>
      </w:r>
      <w:r w:rsidR="005C4CD0" w:rsidRPr="00C12F37">
        <w:t>VA AWARE SharePoint site.</w:t>
      </w:r>
    </w:p>
    <w:p w:rsidR="00EE3478" w:rsidRPr="00C12F37" w:rsidRDefault="00EE3478" w:rsidP="00FC4530">
      <w:pPr>
        <w:pStyle w:val="Heading3"/>
      </w:pPr>
      <w:bookmarkStart w:id="23" w:name="_Toc415498791"/>
      <w:r w:rsidRPr="00C12F37">
        <w:t>Audience</w:t>
      </w:r>
      <w:bookmarkEnd w:id="23"/>
    </w:p>
    <w:p w:rsidR="00FC4530" w:rsidRPr="00C12F37" w:rsidRDefault="00EE3478" w:rsidP="007F470C">
      <w:pPr>
        <w:pStyle w:val="BodyText"/>
      </w:pPr>
      <w:r w:rsidRPr="00C12F37">
        <w:t xml:space="preserve">This document targets users and administrators of the </w:t>
      </w:r>
      <w:r w:rsidR="00501DFF" w:rsidRPr="00C12F37">
        <w:t>AWARE Test Build</w:t>
      </w:r>
      <w:r w:rsidRPr="00C12F37">
        <w:t xml:space="preserve"> </w:t>
      </w:r>
      <w:r w:rsidR="005C4CD0" w:rsidRPr="00C12F37">
        <w:t xml:space="preserve">software </w:t>
      </w:r>
      <w:r w:rsidRPr="00C12F37">
        <w:t xml:space="preserve">product and applies primarily to the </w:t>
      </w:r>
      <w:r w:rsidR="005C4CD0" w:rsidRPr="00C12F37">
        <w:t>enhancements made to the AWARE prototype software.</w:t>
      </w:r>
    </w:p>
    <w:p w:rsidR="00EE3478" w:rsidRPr="00C12F37" w:rsidRDefault="00EE3478" w:rsidP="00FC4530">
      <w:pPr>
        <w:pStyle w:val="Heading2"/>
      </w:pPr>
      <w:bookmarkStart w:id="24" w:name="_Toc415498792"/>
      <w:r w:rsidRPr="00C12F37">
        <w:t>This Release</w:t>
      </w:r>
      <w:bookmarkEnd w:id="24"/>
    </w:p>
    <w:p w:rsidR="00EE3478" w:rsidRPr="00C12F37" w:rsidRDefault="00EE3478" w:rsidP="007F7CF0">
      <w:pPr>
        <w:pStyle w:val="BodyText"/>
      </w:pPr>
      <w:r w:rsidRPr="00C12F37">
        <w:t>The following section provide</w:t>
      </w:r>
      <w:r w:rsidR="00FC4530" w:rsidRPr="00C12F37">
        <w:t>s</w:t>
      </w:r>
      <w:r w:rsidRPr="00C12F37">
        <w:t xml:space="preserve">, in brief, the new features and functions added to </w:t>
      </w:r>
      <w:r w:rsidR="00501DFF" w:rsidRPr="00C12F37">
        <w:t xml:space="preserve">AWARE Version </w:t>
      </w:r>
      <w:r w:rsidR="0072306B">
        <w:t>1.1.6</w:t>
      </w:r>
      <w:r w:rsidRPr="00C12F37">
        <w:t>.</w:t>
      </w:r>
    </w:p>
    <w:p w:rsidR="00EE3478" w:rsidRPr="00C12F37" w:rsidRDefault="00EE3478" w:rsidP="00FC4530">
      <w:pPr>
        <w:pStyle w:val="Heading3"/>
      </w:pPr>
      <w:bookmarkStart w:id="25" w:name="_Toc415498793"/>
      <w:r w:rsidRPr="00C12F37">
        <w:t>Features and Functionality</w:t>
      </w:r>
      <w:bookmarkEnd w:id="25"/>
    </w:p>
    <w:p w:rsidR="00EE3478" w:rsidRPr="00C12F37" w:rsidRDefault="00EE3478" w:rsidP="007F7CF0">
      <w:pPr>
        <w:pStyle w:val="BodyText"/>
      </w:pPr>
      <w:r w:rsidRPr="00C12F37">
        <w:t>The</w:t>
      </w:r>
      <w:r w:rsidR="00254E5E">
        <w:t xml:space="preserve"> following </w:t>
      </w:r>
      <w:r w:rsidR="00567F9D" w:rsidRPr="00C12F37">
        <w:t>e</w:t>
      </w:r>
      <w:r w:rsidR="00501DFF" w:rsidRPr="00C12F37">
        <w:t>nhancement</w:t>
      </w:r>
      <w:r w:rsidR="004D4E79" w:rsidRPr="00C12F37">
        <w:t>s</w:t>
      </w:r>
      <w:r w:rsidR="00254E5E">
        <w:t xml:space="preserve"> were</w:t>
      </w:r>
      <w:r w:rsidRPr="00C12F37">
        <w:t xml:space="preserve"> added</w:t>
      </w:r>
      <w:r w:rsidR="00FB66BB" w:rsidRPr="00C12F37">
        <w:t xml:space="preserve"> for </w:t>
      </w:r>
      <w:r w:rsidR="005A035A" w:rsidRPr="00C12F37">
        <w:t xml:space="preserve">the </w:t>
      </w:r>
      <w:r w:rsidR="00FB66BB" w:rsidRPr="00C12F37">
        <w:t xml:space="preserve">AWARE </w:t>
      </w:r>
      <w:r w:rsidR="0072306B">
        <w:t>1.1.6</w:t>
      </w:r>
      <w:r w:rsidR="00FB66BB" w:rsidRPr="00C12F37">
        <w:t xml:space="preserve"> rel</w:t>
      </w:r>
      <w:r w:rsidRPr="00C12F37">
        <w:t>ease.</w:t>
      </w:r>
    </w:p>
    <w:p w:rsidR="00AA0CDE" w:rsidRPr="00C12F37" w:rsidRDefault="00AA0CDE" w:rsidP="00AA0CDE">
      <w:pPr>
        <w:pStyle w:val="Caption"/>
        <w:rPr>
          <w:rFonts w:eastAsia="SimSun"/>
        </w:rPr>
      </w:pPr>
      <w:bookmarkStart w:id="26" w:name="_Toc415498800"/>
      <w:r w:rsidRPr="00C12F37">
        <w:rPr>
          <w:rFonts w:eastAsia="SimSun"/>
        </w:rPr>
        <w:t xml:space="preserve">Table </w:t>
      </w:r>
      <w:r w:rsidR="008219B3" w:rsidRPr="00C12F37">
        <w:rPr>
          <w:rFonts w:eastAsia="SimSun"/>
        </w:rPr>
        <w:fldChar w:fldCharType="begin"/>
      </w:r>
      <w:r w:rsidRPr="00C12F37">
        <w:rPr>
          <w:rFonts w:eastAsia="SimSun"/>
        </w:rPr>
        <w:instrText xml:space="preserve"> SEQ Table \* ARABIC </w:instrText>
      </w:r>
      <w:r w:rsidR="008219B3" w:rsidRPr="00C12F37">
        <w:rPr>
          <w:rFonts w:eastAsia="SimSun"/>
        </w:rPr>
        <w:fldChar w:fldCharType="separate"/>
      </w:r>
      <w:r w:rsidR="009C0EB2">
        <w:rPr>
          <w:rFonts w:eastAsia="SimSun"/>
          <w:noProof/>
        </w:rPr>
        <w:t>4</w:t>
      </w:r>
      <w:r w:rsidR="008219B3" w:rsidRPr="00C12F37">
        <w:rPr>
          <w:rFonts w:eastAsia="SimSun"/>
        </w:rPr>
        <w:fldChar w:fldCharType="end"/>
      </w:r>
      <w:r w:rsidR="00E078E5" w:rsidRPr="00C12F37">
        <w:rPr>
          <w:rFonts w:eastAsia="SimSun"/>
        </w:rPr>
        <w:t xml:space="preserve"> </w:t>
      </w:r>
      <w:r w:rsidR="00254E5E">
        <w:rPr>
          <w:rFonts w:eastAsia="SimSun"/>
        </w:rPr>
        <w:t>–</w:t>
      </w:r>
      <w:r w:rsidR="00E078E5" w:rsidRPr="00C12F37">
        <w:rPr>
          <w:rFonts w:eastAsia="SimSun"/>
        </w:rPr>
        <w:t xml:space="preserve"> </w:t>
      </w:r>
      <w:r w:rsidRPr="00C12F37">
        <w:rPr>
          <w:rFonts w:eastAsia="SimSun"/>
        </w:rPr>
        <w:t xml:space="preserve">New </w:t>
      </w:r>
      <w:r w:rsidR="00501DFF" w:rsidRPr="00C12F37">
        <w:rPr>
          <w:rFonts w:eastAsia="SimSun"/>
        </w:rPr>
        <w:t xml:space="preserve">AWARE Test </w:t>
      </w:r>
      <w:r w:rsidR="000A1B89" w:rsidRPr="00C12F37">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C12F37" w:rsidTr="00233D13">
        <w:trPr>
          <w:cantSplit/>
          <w:tblHeader/>
        </w:trPr>
        <w:tc>
          <w:tcPr>
            <w:tcW w:w="5000" w:type="pct"/>
            <w:shd w:val="pct15" w:color="auto" w:fill="auto"/>
            <w:vAlign w:val="center"/>
          </w:tcPr>
          <w:p w:rsidR="00AA0CDE" w:rsidRPr="00C12F37" w:rsidRDefault="00AA0CDE" w:rsidP="00B118C7">
            <w:pPr>
              <w:spacing w:before="40" w:after="40"/>
              <w:jc w:val="center"/>
              <w:rPr>
                <w:rFonts w:ascii="Arial" w:eastAsia="SimSun" w:hAnsi="Arial" w:cs="Arial"/>
                <w:b/>
                <w:sz w:val="18"/>
                <w:szCs w:val="18"/>
              </w:rPr>
            </w:pPr>
            <w:bookmarkStart w:id="27" w:name="ColumnTitle_06"/>
            <w:bookmarkEnd w:id="27"/>
            <w:r w:rsidRPr="00C12F37">
              <w:rPr>
                <w:rFonts w:ascii="Arial" w:eastAsia="SimSun" w:hAnsi="Arial" w:cs="Arial"/>
                <w:b/>
                <w:sz w:val="18"/>
                <w:szCs w:val="18"/>
              </w:rPr>
              <w:t>Features</w:t>
            </w:r>
          </w:p>
        </w:tc>
      </w:tr>
      <w:tr w:rsidR="00711EBF" w:rsidRPr="00C12F37" w:rsidTr="00233D13">
        <w:trPr>
          <w:cantSplit/>
        </w:trPr>
        <w:tc>
          <w:tcPr>
            <w:tcW w:w="5000" w:type="pct"/>
          </w:tcPr>
          <w:p w:rsidR="00711EBF" w:rsidRDefault="00711EBF" w:rsidP="00B531C7">
            <w:pPr>
              <w:spacing w:before="40" w:after="40"/>
              <w:rPr>
                <w:rFonts w:ascii="Arial" w:hAnsi="Arial" w:cs="Arial"/>
                <w:color w:val="000000"/>
                <w:sz w:val="18"/>
                <w:szCs w:val="18"/>
              </w:rPr>
            </w:pPr>
            <w:r>
              <w:rPr>
                <w:rFonts w:ascii="Arial" w:hAnsi="Arial" w:cs="Arial"/>
                <w:color w:val="000000"/>
                <w:sz w:val="18"/>
                <w:szCs w:val="18"/>
              </w:rPr>
              <w:t xml:space="preserve"> “Change FAT and ACK verbiage in Alert Cache Viewer” (CR-47)</w:t>
            </w:r>
          </w:p>
          <w:p w:rsidR="001C6F5E" w:rsidRDefault="001C6F5E" w:rsidP="001C6F5E">
            <w:pPr>
              <w:spacing w:before="40" w:after="40"/>
              <w:rPr>
                <w:rFonts w:ascii="Arial" w:hAnsi="Arial" w:cs="Arial"/>
                <w:color w:val="000000"/>
                <w:sz w:val="18"/>
                <w:szCs w:val="18"/>
              </w:rPr>
            </w:pPr>
            <w:r>
              <w:rPr>
                <w:rFonts w:ascii="Arial" w:hAnsi="Arial" w:cs="Arial"/>
                <w:color w:val="000000"/>
                <w:sz w:val="18"/>
                <w:szCs w:val="18"/>
              </w:rPr>
              <w:t xml:space="preserve">Requested verbiage changed in Alert Cache Viewer: </w:t>
            </w:r>
          </w:p>
          <w:p w:rsidR="00711EBF"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FAT Status</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Status</w:t>
            </w:r>
          </w:p>
          <w:p w:rsidR="001C6F5E"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UN-ACK Status</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Un-Acknowledged Status</w:t>
            </w:r>
          </w:p>
          <w:p w:rsidR="001C6F5E"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ACK renew Date</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Alert Renew Date</w:t>
            </w:r>
          </w:p>
          <w:p w:rsidR="001C6F5E" w:rsidRPr="001C6F5E" w:rsidRDefault="001C6F5E" w:rsidP="001C6F5E">
            <w:pPr>
              <w:pStyle w:val="ListParagraph"/>
              <w:numPr>
                <w:ilvl w:val="0"/>
                <w:numId w:val="19"/>
              </w:numPr>
              <w:spacing w:before="40" w:after="40"/>
              <w:rPr>
                <w:rFonts w:ascii="Arial" w:hAnsi="Arial" w:cs="Arial"/>
                <w:color w:val="000000"/>
                <w:sz w:val="18"/>
                <w:szCs w:val="18"/>
              </w:rPr>
            </w:pPr>
            <w:r w:rsidRPr="001C6F5E">
              <w:rPr>
                <w:rFonts w:ascii="Arial" w:hAnsi="Arial" w:cs="Arial"/>
                <w:i/>
                <w:color w:val="000000"/>
                <w:sz w:val="18"/>
                <w:szCs w:val="18"/>
              </w:rPr>
              <w:t>FAT provider</w:t>
            </w:r>
            <w:r w:rsidRPr="001C6F5E">
              <w:rPr>
                <w:rFonts w:ascii="Arial" w:hAnsi="Arial" w:cs="Arial"/>
                <w:color w:val="000000"/>
                <w:sz w:val="18"/>
                <w:szCs w:val="18"/>
              </w:rPr>
              <w:t xml:space="preserve"> </w:t>
            </w:r>
            <w:r>
              <w:rPr>
                <w:rFonts w:ascii="Arial" w:hAnsi="Arial" w:cs="Arial"/>
                <w:color w:val="000000"/>
                <w:sz w:val="18"/>
                <w:szCs w:val="18"/>
              </w:rPr>
              <w:t xml:space="preserve">changed </w:t>
            </w:r>
            <w:r w:rsidRPr="001C6F5E">
              <w:rPr>
                <w:rFonts w:ascii="Arial" w:hAnsi="Arial" w:cs="Arial"/>
                <w:color w:val="000000"/>
                <w:sz w:val="18"/>
                <w:szCs w:val="18"/>
              </w:rPr>
              <w:t xml:space="preserve">to </w:t>
            </w:r>
            <w:r w:rsidRPr="001C6F5E">
              <w:rPr>
                <w:rFonts w:ascii="Arial" w:hAnsi="Arial" w:cs="Arial"/>
                <w:i/>
                <w:color w:val="000000"/>
                <w:sz w:val="18"/>
                <w:szCs w:val="18"/>
              </w:rPr>
              <w:t>Alert Provider</w:t>
            </w:r>
          </w:p>
        </w:tc>
      </w:tr>
      <w:tr w:rsidR="00254E5E" w:rsidRPr="00C12F37" w:rsidTr="00233D13">
        <w:trPr>
          <w:cantSplit/>
        </w:trPr>
        <w:tc>
          <w:tcPr>
            <w:tcW w:w="5000" w:type="pct"/>
          </w:tcPr>
          <w:p w:rsidR="00254E5E" w:rsidRPr="0011486A" w:rsidRDefault="00254E5E" w:rsidP="00B531C7">
            <w:pPr>
              <w:spacing w:before="40" w:after="40"/>
              <w:rPr>
                <w:rFonts w:ascii="Arial" w:hAnsi="Arial" w:cs="Arial"/>
                <w:color w:val="000000"/>
                <w:sz w:val="18"/>
                <w:szCs w:val="18"/>
              </w:rPr>
            </w:pPr>
            <w:r>
              <w:rPr>
                <w:rFonts w:ascii="Arial" w:hAnsi="Arial" w:cs="Arial"/>
                <w:color w:val="000000"/>
                <w:sz w:val="18"/>
                <w:szCs w:val="18"/>
              </w:rPr>
              <w:t>“</w:t>
            </w:r>
            <w:r w:rsidRPr="0011486A">
              <w:rPr>
                <w:rFonts w:ascii="Arial" w:hAnsi="Arial" w:cs="Arial"/>
                <w:color w:val="000000"/>
                <w:sz w:val="18"/>
                <w:szCs w:val="18"/>
              </w:rPr>
              <w:t>Update QI Reports to display Patient Name”  (CR-52)</w:t>
            </w:r>
          </w:p>
          <w:p w:rsidR="00B531C7" w:rsidRDefault="00B531C7" w:rsidP="00B531C7">
            <w:pPr>
              <w:spacing w:before="40" w:after="40"/>
              <w:rPr>
                <w:rFonts w:ascii="Arial" w:hAnsi="Arial" w:cs="Arial"/>
                <w:color w:val="000000"/>
                <w:sz w:val="18"/>
                <w:szCs w:val="18"/>
              </w:rPr>
            </w:pPr>
            <w:r w:rsidRPr="0011486A">
              <w:rPr>
                <w:rFonts w:ascii="Arial" w:hAnsi="Arial" w:cs="Arial"/>
                <w:color w:val="000000"/>
                <w:sz w:val="18"/>
                <w:szCs w:val="18"/>
              </w:rPr>
              <w:t xml:space="preserve">Added a WEB Service to the CSP Gateway that is called from the QI Reports that will look up the Patients full name using the Access and Verify codes of the current QI Tool User. The Patient ID field on the QI Reports is a hyperlink that calls the new Web Service to pop-up a new window that displays the </w:t>
            </w:r>
            <w:r w:rsidR="009C0EB2" w:rsidRPr="0011486A">
              <w:rPr>
                <w:rFonts w:ascii="Arial" w:hAnsi="Arial" w:cs="Arial"/>
                <w:color w:val="000000"/>
                <w:sz w:val="18"/>
                <w:szCs w:val="18"/>
              </w:rPr>
              <w:t>patient’s</w:t>
            </w:r>
            <w:r w:rsidRPr="0011486A">
              <w:rPr>
                <w:rFonts w:ascii="Arial" w:hAnsi="Arial" w:cs="Arial"/>
                <w:color w:val="000000"/>
                <w:sz w:val="18"/>
                <w:szCs w:val="18"/>
              </w:rPr>
              <w:t xml:space="preserve"> full name.</w:t>
            </w:r>
          </w:p>
        </w:tc>
      </w:tr>
    </w:tbl>
    <w:p w:rsidR="00AA0CDE" w:rsidRPr="00C12F37" w:rsidRDefault="00AA0CDE" w:rsidP="00FC4530">
      <w:pPr>
        <w:pStyle w:val="Heading2"/>
      </w:pPr>
      <w:bookmarkStart w:id="28" w:name="_Toc415498794"/>
      <w:r w:rsidRPr="00C12F37">
        <w:t>Upgrades</w:t>
      </w:r>
      <w:bookmarkEnd w:id="28"/>
    </w:p>
    <w:p w:rsidR="00790247" w:rsidRPr="00C12F37" w:rsidRDefault="00583272" w:rsidP="007F7CF0">
      <w:pPr>
        <w:pStyle w:val="BodyText"/>
      </w:pPr>
      <w:r w:rsidRPr="00C12F37">
        <w:t xml:space="preserve">Harris personnel </w:t>
      </w:r>
      <w:r w:rsidR="00D915C2" w:rsidRPr="00C12F37">
        <w:t>installed the new</w:t>
      </w:r>
      <w:r w:rsidRPr="00C12F37">
        <w:t xml:space="preserve"> </w:t>
      </w:r>
      <w:r w:rsidR="00D22665" w:rsidRPr="00C12F37">
        <w:t>AWARE software</w:t>
      </w:r>
      <w:r w:rsidR="00704CB4" w:rsidRPr="00C12F37">
        <w:t xml:space="preserve"> </w:t>
      </w:r>
      <w:r w:rsidR="00671CD9" w:rsidRPr="00C12F37">
        <w:t xml:space="preserve">at </w:t>
      </w:r>
      <w:r w:rsidR="00347C1D" w:rsidRPr="00C12F37">
        <w:t>Long Beach</w:t>
      </w:r>
      <w:r w:rsidR="00671CD9" w:rsidRPr="00C12F37">
        <w:t xml:space="preserve"> </w:t>
      </w:r>
      <w:r w:rsidRPr="00C12F37">
        <w:t>by following the i</w:t>
      </w:r>
      <w:r w:rsidR="00FB66BB" w:rsidRPr="00C12F37">
        <w:t>nstallation instructions</w:t>
      </w:r>
      <w:r w:rsidR="00790247" w:rsidRPr="00C12F37">
        <w:t xml:space="preserve"> in the </w:t>
      </w:r>
      <w:r w:rsidR="00790247" w:rsidRPr="00C12F37">
        <w:rPr>
          <w:i/>
        </w:rPr>
        <w:t>T4_AWARE_InstallGde-Server</w:t>
      </w:r>
      <w:r w:rsidR="00444C1D" w:rsidRPr="00C12F37">
        <w:rPr>
          <w:i/>
        </w:rPr>
        <w:t xml:space="preserve"> </w:t>
      </w:r>
      <w:r w:rsidR="00790247" w:rsidRPr="00C12F37">
        <w:t>document.</w:t>
      </w:r>
      <w:r w:rsidRPr="00C12F37">
        <w:t xml:space="preserve"> </w:t>
      </w:r>
    </w:p>
    <w:p w:rsidR="00175F16" w:rsidRDefault="00175F16">
      <w:pPr>
        <w:rPr>
          <w:rFonts w:ascii="Arial" w:hAnsi="Arial" w:cs="Arial"/>
          <w:b/>
          <w:iCs/>
          <w:kern w:val="32"/>
          <w:sz w:val="32"/>
          <w:szCs w:val="28"/>
        </w:rPr>
      </w:pPr>
      <w:r>
        <w:br w:type="page"/>
      </w:r>
    </w:p>
    <w:p w:rsidR="00AA0CDE" w:rsidRPr="00C12F37" w:rsidRDefault="00AA0CDE" w:rsidP="007F7CF0">
      <w:pPr>
        <w:pStyle w:val="Heading2"/>
      </w:pPr>
      <w:bookmarkStart w:id="29" w:name="_Toc415498795"/>
      <w:r w:rsidRPr="00C12F37">
        <w:lastRenderedPageBreak/>
        <w:t>Known Issues</w:t>
      </w:r>
      <w:bookmarkEnd w:id="29"/>
    </w:p>
    <w:p w:rsidR="00AA0CDE" w:rsidRPr="00C12F37" w:rsidRDefault="00501DFF" w:rsidP="007F7CF0">
      <w:pPr>
        <w:pStyle w:val="BodyText"/>
      </w:pPr>
      <w:r w:rsidRPr="00C12F37">
        <w:t xml:space="preserve">There </w:t>
      </w:r>
      <w:r w:rsidR="00850660" w:rsidRPr="00C12F37">
        <w:t>are</w:t>
      </w:r>
      <w:r w:rsidRPr="00C12F37">
        <w:t xml:space="preserve"> no known issues specific to this release as this time.</w:t>
      </w:r>
    </w:p>
    <w:p w:rsidR="00AA0CDE" w:rsidRPr="00C12F37" w:rsidRDefault="00AA0CDE" w:rsidP="007F7CF0">
      <w:pPr>
        <w:pStyle w:val="Heading2"/>
      </w:pPr>
      <w:bookmarkStart w:id="30" w:name="_Toc415498796"/>
      <w:r w:rsidRPr="00C12F37">
        <w:t>Product Documentation</w:t>
      </w:r>
      <w:bookmarkEnd w:id="30"/>
    </w:p>
    <w:p w:rsidR="00017E7C" w:rsidRPr="00C12F37" w:rsidRDefault="00AA0CDE" w:rsidP="00AA0CDE">
      <w:pPr>
        <w:pStyle w:val="BodyText"/>
      </w:pPr>
      <w:r w:rsidRPr="00C12F37">
        <w:t xml:space="preserve">The </w:t>
      </w:r>
      <w:r w:rsidR="00017E7C" w:rsidRPr="00C12F37">
        <w:t>documents listed in Section</w:t>
      </w:r>
      <w:r w:rsidR="00D10FE7" w:rsidRPr="00C12F37">
        <w:t xml:space="preserve"> </w:t>
      </w:r>
      <w:r w:rsidR="005A035A" w:rsidRPr="00C12F37">
        <w:t>5</w:t>
      </w:r>
      <w:r w:rsidR="00017E7C" w:rsidRPr="00C12F37">
        <w:t xml:space="preserve">, </w:t>
      </w:r>
      <w:r w:rsidR="008219B3" w:rsidRPr="00C12F37">
        <w:fldChar w:fldCharType="begin"/>
      </w:r>
      <w:r w:rsidR="00D10FE7" w:rsidRPr="00C12F37">
        <w:instrText xml:space="preserve"> REF _Ref389058332 \h </w:instrText>
      </w:r>
      <w:r w:rsidR="008219B3" w:rsidRPr="00C12F37">
        <w:fldChar w:fldCharType="separate"/>
      </w:r>
      <w:r w:rsidR="009C0EB2" w:rsidRPr="00C12F37">
        <w:t xml:space="preserve">Table </w:t>
      </w:r>
      <w:r w:rsidR="009C0EB2">
        <w:rPr>
          <w:noProof/>
        </w:rPr>
        <w:t>3</w:t>
      </w:r>
      <w:r w:rsidR="008219B3" w:rsidRPr="00C12F37">
        <w:fldChar w:fldCharType="end"/>
      </w:r>
      <w:r w:rsidR="00D10FE7" w:rsidRPr="00C12F37">
        <w:t xml:space="preserve"> </w:t>
      </w:r>
      <w:r w:rsidR="00017E7C" w:rsidRPr="00C12F37">
        <w:t>apply to this release.</w:t>
      </w:r>
    </w:p>
    <w:p w:rsidR="00347C1D" w:rsidRPr="00C12F37" w:rsidRDefault="001F7A72" w:rsidP="00347C1D">
      <w:pPr>
        <w:rPr>
          <w:color w:val="1F497D"/>
        </w:rPr>
      </w:pPr>
      <w:r w:rsidRPr="00C12F37">
        <w:t>These documents were delivered</w:t>
      </w:r>
      <w:r w:rsidR="006C3D09" w:rsidRPr="00C12F37">
        <w:t xml:space="preserve"> to </w:t>
      </w:r>
      <w:r w:rsidR="0038132C" w:rsidRPr="00C12F37">
        <w:t>VA</w:t>
      </w:r>
      <w:r w:rsidR="006C3D09" w:rsidRPr="00C12F37">
        <w:t xml:space="preserve"> by email and reside in </w:t>
      </w:r>
      <w:r w:rsidR="0038132C" w:rsidRPr="00C12F37">
        <w:t>VA</w:t>
      </w:r>
      <w:r w:rsidR="006C3D09" w:rsidRPr="00C12F37">
        <w:t>’s AWARE SharePoint site</w:t>
      </w:r>
      <w:bookmarkStart w:id="31" w:name="ColumnTitle_07"/>
      <w:bookmarkEnd w:id="31"/>
      <w:r w:rsidR="00347C1D" w:rsidRPr="00C12F37">
        <w:t xml:space="preserve">: </w:t>
      </w:r>
      <w:hyperlink r:id="rId15" w:history="1">
        <w:r w:rsidR="00347C1D" w:rsidRPr="00C12F37">
          <w:rPr>
            <w:rStyle w:val="Hyperlink"/>
          </w:rPr>
          <w:t>http://vaww.oed.portal.va.gov/projects/aware/default.aspx</w:t>
        </w:r>
      </w:hyperlink>
      <w:r w:rsidR="00347C1D" w:rsidRPr="00C12F37">
        <w:rPr>
          <w:color w:val="1F497D"/>
        </w:rPr>
        <w:t xml:space="preserve"> </w:t>
      </w:r>
    </w:p>
    <w:p w:rsidR="00347C1D" w:rsidRPr="00C12F37" w:rsidRDefault="00347C1D" w:rsidP="00347C1D">
      <w:pPr>
        <w:rPr>
          <w:color w:val="1F497D"/>
        </w:rPr>
      </w:pPr>
    </w:p>
    <w:p w:rsidR="00F7216E" w:rsidRPr="00C12F37" w:rsidRDefault="00F7216E" w:rsidP="00DB171C">
      <w:pPr>
        <w:pStyle w:val="BodyText"/>
      </w:pPr>
    </w:p>
    <w:p w:rsidR="00DB171C" w:rsidRPr="00C12F37" w:rsidRDefault="00DB171C" w:rsidP="00DB171C">
      <w:pPr>
        <w:pStyle w:val="BodyText"/>
      </w:pPr>
    </w:p>
    <w:p w:rsidR="00DB171C" w:rsidRPr="00C12F37" w:rsidRDefault="00DB171C" w:rsidP="00DB171C">
      <w:pPr>
        <w:pStyle w:val="BodyText"/>
      </w:pPr>
    </w:p>
    <w:sectPr w:rsidR="00DB171C" w:rsidRPr="00C12F37"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636" w:rsidRDefault="006D7636">
      <w:r>
        <w:separator/>
      </w:r>
    </w:p>
    <w:p w:rsidR="006D7636" w:rsidRDefault="006D7636"/>
  </w:endnote>
  <w:endnote w:type="continuationSeparator" w:id="0">
    <w:p w:rsidR="006D7636" w:rsidRDefault="006D7636">
      <w:r>
        <w:continuationSeparator/>
      </w:r>
    </w:p>
    <w:p w:rsidR="006D7636" w:rsidRDefault="006D763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E" w:rsidRPr="00464B2F" w:rsidRDefault="001C6F5E" w:rsidP="00805614">
    <w:pPr>
      <w:pStyle w:val="Footer"/>
      <w:rPr>
        <w:szCs w:val="20"/>
      </w:rPr>
    </w:pPr>
    <w:r>
      <w:t>Alert Watch and Response Engine</w:t>
    </w:r>
    <w:r>
      <w:rPr>
        <w:szCs w:val="20"/>
      </w:rPr>
      <w:tab/>
    </w:r>
    <w:r>
      <w:rPr>
        <w:szCs w:val="20"/>
      </w:rPr>
      <w:tab/>
      <w:t>March 2015</w:t>
    </w:r>
  </w:p>
  <w:p w:rsidR="001C6F5E" w:rsidRPr="00805614" w:rsidRDefault="001C6F5E" w:rsidP="00805614">
    <w:pPr>
      <w:pStyle w:val="Footer"/>
      <w:rPr>
        <w:rStyle w:val="PageNumber"/>
      </w:rPr>
    </w:pPr>
    <w:r>
      <w:t>Version Description Document for Long Beach</w:t>
    </w:r>
    <w:r>
      <w:tab/>
    </w:r>
    <w:fldSimple w:instr=" PAGE   \* MERGEFORMAT ">
      <w:r w:rsidR="00A1474F">
        <w:rPr>
          <w:noProof/>
        </w:rPr>
        <w:t>ii</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E" w:rsidRPr="00464B2F" w:rsidRDefault="001C6F5E" w:rsidP="002A07AC">
    <w:pPr>
      <w:pStyle w:val="Footer"/>
      <w:rPr>
        <w:szCs w:val="20"/>
      </w:rPr>
    </w:pPr>
    <w:r>
      <w:t>Alert Watch and Response Engine</w:t>
    </w:r>
    <w:r>
      <w:rPr>
        <w:szCs w:val="20"/>
      </w:rPr>
      <w:tab/>
    </w:r>
    <w:r>
      <w:rPr>
        <w:szCs w:val="20"/>
      </w:rPr>
      <w:tab/>
      <w:t>March 2015</w:t>
    </w:r>
  </w:p>
  <w:p w:rsidR="001C6F5E" w:rsidRDefault="001C6F5E">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E" w:rsidRPr="00464B2F" w:rsidRDefault="001C6F5E" w:rsidP="00805614">
    <w:pPr>
      <w:pStyle w:val="Footer"/>
      <w:rPr>
        <w:szCs w:val="20"/>
      </w:rPr>
    </w:pPr>
    <w:r>
      <w:t>Alert Watch and Response Engine</w:t>
    </w:r>
    <w:r>
      <w:rPr>
        <w:szCs w:val="20"/>
      </w:rPr>
      <w:tab/>
    </w:r>
    <w:r>
      <w:rPr>
        <w:szCs w:val="20"/>
      </w:rPr>
      <w:tab/>
      <w:t>March 2015</w:t>
    </w:r>
  </w:p>
  <w:p w:rsidR="001C6F5E" w:rsidRPr="00805614" w:rsidRDefault="001C6F5E" w:rsidP="00805614">
    <w:pPr>
      <w:pStyle w:val="Footer"/>
      <w:rPr>
        <w:rStyle w:val="PageNumber"/>
      </w:rPr>
    </w:pPr>
    <w:r>
      <w:t>Version Description Document for Long Beach</w:t>
    </w:r>
    <w:r>
      <w:tab/>
    </w:r>
    <w:fldSimple w:instr=" PAGE   \* MERGEFORMAT ">
      <w:r w:rsidR="00A1474F">
        <w:rPr>
          <w:noProof/>
        </w:rPr>
        <w:t>1</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636" w:rsidRDefault="006D7636">
      <w:r>
        <w:separator/>
      </w:r>
    </w:p>
    <w:p w:rsidR="006D7636" w:rsidRDefault="006D7636"/>
  </w:footnote>
  <w:footnote w:type="continuationSeparator" w:id="0">
    <w:p w:rsidR="006D7636" w:rsidRDefault="006D7636">
      <w:r>
        <w:continuationSeparator/>
      </w:r>
    </w:p>
    <w:p w:rsidR="006D7636" w:rsidRDefault="006D763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0"/>
  </w:num>
  <w:num w:numId="4">
    <w:abstractNumId w:val="16"/>
  </w:num>
  <w:num w:numId="5">
    <w:abstractNumId w:val="17"/>
  </w:num>
  <w:num w:numId="6">
    <w:abstractNumId w:val="10"/>
  </w:num>
  <w:num w:numId="7">
    <w:abstractNumId w:val="4"/>
  </w:num>
  <w:num w:numId="8">
    <w:abstractNumId w:val="2"/>
  </w:num>
  <w:num w:numId="9">
    <w:abstractNumId w:val="7"/>
  </w:num>
  <w:num w:numId="10">
    <w:abstractNumId w:val="9"/>
  </w:num>
  <w:num w:numId="11">
    <w:abstractNumId w:val="6"/>
  </w:num>
  <w:num w:numId="12">
    <w:abstractNumId w:val="11"/>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10945"/>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4275A"/>
    <w:rsid w:val="0004636C"/>
    <w:rsid w:val="00053977"/>
    <w:rsid w:val="00060776"/>
    <w:rsid w:val="000609BA"/>
    <w:rsid w:val="00061370"/>
    <w:rsid w:val="00067971"/>
    <w:rsid w:val="00071609"/>
    <w:rsid w:val="0007651B"/>
    <w:rsid w:val="0008101A"/>
    <w:rsid w:val="000813D5"/>
    <w:rsid w:val="00083BBC"/>
    <w:rsid w:val="00086D68"/>
    <w:rsid w:val="00097B19"/>
    <w:rsid w:val="000A1B89"/>
    <w:rsid w:val="000A7C2D"/>
    <w:rsid w:val="000B23F8"/>
    <w:rsid w:val="000C3D0F"/>
    <w:rsid w:val="000C503D"/>
    <w:rsid w:val="000E3C95"/>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51087"/>
    <w:rsid w:val="00152C01"/>
    <w:rsid w:val="00153A87"/>
    <w:rsid w:val="001574A4"/>
    <w:rsid w:val="00157E14"/>
    <w:rsid w:val="00160824"/>
    <w:rsid w:val="00161ED8"/>
    <w:rsid w:val="001624C3"/>
    <w:rsid w:val="00165AB8"/>
    <w:rsid w:val="00172D7F"/>
    <w:rsid w:val="00175F16"/>
    <w:rsid w:val="00180235"/>
    <w:rsid w:val="0018161F"/>
    <w:rsid w:val="00181A64"/>
    <w:rsid w:val="00186009"/>
    <w:rsid w:val="00187627"/>
    <w:rsid w:val="001959F7"/>
    <w:rsid w:val="00196211"/>
    <w:rsid w:val="001A272A"/>
    <w:rsid w:val="001A2E70"/>
    <w:rsid w:val="001A39B5"/>
    <w:rsid w:val="001A3C5C"/>
    <w:rsid w:val="001B3A10"/>
    <w:rsid w:val="001B5FBB"/>
    <w:rsid w:val="001B6684"/>
    <w:rsid w:val="001C03D3"/>
    <w:rsid w:val="001C6525"/>
    <w:rsid w:val="001C6D26"/>
    <w:rsid w:val="001C6F5E"/>
    <w:rsid w:val="001D0381"/>
    <w:rsid w:val="001D0F48"/>
    <w:rsid w:val="001D3222"/>
    <w:rsid w:val="001D3313"/>
    <w:rsid w:val="001D6650"/>
    <w:rsid w:val="001D7906"/>
    <w:rsid w:val="001D7E72"/>
    <w:rsid w:val="001E3DD2"/>
    <w:rsid w:val="001E4B39"/>
    <w:rsid w:val="001F5F08"/>
    <w:rsid w:val="001F7A72"/>
    <w:rsid w:val="00201A45"/>
    <w:rsid w:val="0021105F"/>
    <w:rsid w:val="0021187C"/>
    <w:rsid w:val="00214AD6"/>
    <w:rsid w:val="00215236"/>
    <w:rsid w:val="00217034"/>
    <w:rsid w:val="00221D0D"/>
    <w:rsid w:val="002273CA"/>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35CD"/>
    <w:rsid w:val="002B56B3"/>
    <w:rsid w:val="002C170E"/>
    <w:rsid w:val="002C1E73"/>
    <w:rsid w:val="002C2177"/>
    <w:rsid w:val="002C4B45"/>
    <w:rsid w:val="002C6335"/>
    <w:rsid w:val="002D0C49"/>
    <w:rsid w:val="002D1B52"/>
    <w:rsid w:val="002D3D59"/>
    <w:rsid w:val="002D5204"/>
    <w:rsid w:val="002D6AC6"/>
    <w:rsid w:val="002E1D8C"/>
    <w:rsid w:val="002E2ABF"/>
    <w:rsid w:val="002E751D"/>
    <w:rsid w:val="002F0076"/>
    <w:rsid w:val="002F3F8F"/>
    <w:rsid w:val="002F5410"/>
    <w:rsid w:val="002F61A8"/>
    <w:rsid w:val="00303E3B"/>
    <w:rsid w:val="00304519"/>
    <w:rsid w:val="003051BE"/>
    <w:rsid w:val="003109D4"/>
    <w:rsid w:val="003110DB"/>
    <w:rsid w:val="00311951"/>
    <w:rsid w:val="00314B90"/>
    <w:rsid w:val="0032241E"/>
    <w:rsid w:val="003224BE"/>
    <w:rsid w:val="0032664F"/>
    <w:rsid w:val="00326966"/>
    <w:rsid w:val="00330964"/>
    <w:rsid w:val="003363C1"/>
    <w:rsid w:val="003415C1"/>
    <w:rsid w:val="003417C9"/>
    <w:rsid w:val="00342E0C"/>
    <w:rsid w:val="00346959"/>
    <w:rsid w:val="00347C1D"/>
    <w:rsid w:val="00353152"/>
    <w:rsid w:val="003565ED"/>
    <w:rsid w:val="00356DF7"/>
    <w:rsid w:val="003600F6"/>
    <w:rsid w:val="003609C3"/>
    <w:rsid w:val="00365EAB"/>
    <w:rsid w:val="00371AE8"/>
    <w:rsid w:val="0037432C"/>
    <w:rsid w:val="00376DD4"/>
    <w:rsid w:val="003805A8"/>
    <w:rsid w:val="0038132C"/>
    <w:rsid w:val="003913D7"/>
    <w:rsid w:val="00392B05"/>
    <w:rsid w:val="003A0BD7"/>
    <w:rsid w:val="003A43B4"/>
    <w:rsid w:val="003A6A73"/>
    <w:rsid w:val="003A6F6A"/>
    <w:rsid w:val="003C1652"/>
    <w:rsid w:val="003C2662"/>
    <w:rsid w:val="003C2738"/>
    <w:rsid w:val="003C77D8"/>
    <w:rsid w:val="003C7B01"/>
    <w:rsid w:val="003D22F5"/>
    <w:rsid w:val="003D4DCF"/>
    <w:rsid w:val="003D59EF"/>
    <w:rsid w:val="003D7EA1"/>
    <w:rsid w:val="003E080B"/>
    <w:rsid w:val="003E1AA3"/>
    <w:rsid w:val="003E1F9E"/>
    <w:rsid w:val="003E66CE"/>
    <w:rsid w:val="003F30DB"/>
    <w:rsid w:val="003F4789"/>
    <w:rsid w:val="004036FE"/>
    <w:rsid w:val="00404948"/>
    <w:rsid w:val="00405589"/>
    <w:rsid w:val="00412AA0"/>
    <w:rsid w:val="004145D9"/>
    <w:rsid w:val="00416FA2"/>
    <w:rsid w:val="00421EF1"/>
    <w:rsid w:val="00423003"/>
    <w:rsid w:val="00423A58"/>
    <w:rsid w:val="00426A2B"/>
    <w:rsid w:val="00426EA1"/>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6E9"/>
    <w:rsid w:val="004F0FB3"/>
    <w:rsid w:val="004F303D"/>
    <w:rsid w:val="004F3A80"/>
    <w:rsid w:val="004F430C"/>
    <w:rsid w:val="00500826"/>
    <w:rsid w:val="00501DFF"/>
    <w:rsid w:val="00504BC1"/>
    <w:rsid w:val="00510914"/>
    <w:rsid w:val="00512BDE"/>
    <w:rsid w:val="00513FB6"/>
    <w:rsid w:val="00514C97"/>
    <w:rsid w:val="00514EDF"/>
    <w:rsid w:val="00515F2A"/>
    <w:rsid w:val="005214AA"/>
    <w:rsid w:val="00523F2E"/>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8731E"/>
    <w:rsid w:val="00594383"/>
    <w:rsid w:val="00596DAF"/>
    <w:rsid w:val="005A035A"/>
    <w:rsid w:val="005A1301"/>
    <w:rsid w:val="005A251D"/>
    <w:rsid w:val="005A31BC"/>
    <w:rsid w:val="005A722B"/>
    <w:rsid w:val="005B40EF"/>
    <w:rsid w:val="005B59B2"/>
    <w:rsid w:val="005B6B8C"/>
    <w:rsid w:val="005B6DDD"/>
    <w:rsid w:val="005B7CDD"/>
    <w:rsid w:val="005C097B"/>
    <w:rsid w:val="005C1FEC"/>
    <w:rsid w:val="005C4CD0"/>
    <w:rsid w:val="005C64EE"/>
    <w:rsid w:val="005C7A1B"/>
    <w:rsid w:val="005D18C5"/>
    <w:rsid w:val="005D382E"/>
    <w:rsid w:val="005D3B22"/>
    <w:rsid w:val="005D65CF"/>
    <w:rsid w:val="005E198D"/>
    <w:rsid w:val="005E2AF9"/>
    <w:rsid w:val="005F370F"/>
    <w:rsid w:val="005F39E8"/>
    <w:rsid w:val="005F3D97"/>
    <w:rsid w:val="00600235"/>
    <w:rsid w:val="00600DA3"/>
    <w:rsid w:val="00603828"/>
    <w:rsid w:val="00615647"/>
    <w:rsid w:val="00616CF0"/>
    <w:rsid w:val="00620E72"/>
    <w:rsid w:val="00620EBA"/>
    <w:rsid w:val="006234DA"/>
    <w:rsid w:val="006244C7"/>
    <w:rsid w:val="00625D7C"/>
    <w:rsid w:val="00626EB8"/>
    <w:rsid w:val="006308F2"/>
    <w:rsid w:val="00640613"/>
    <w:rsid w:val="0064174C"/>
    <w:rsid w:val="00642849"/>
    <w:rsid w:val="00645205"/>
    <w:rsid w:val="00645704"/>
    <w:rsid w:val="00646FA4"/>
    <w:rsid w:val="0064769E"/>
    <w:rsid w:val="00652FEF"/>
    <w:rsid w:val="0065443F"/>
    <w:rsid w:val="0066242C"/>
    <w:rsid w:val="00663B92"/>
    <w:rsid w:val="00665BF6"/>
    <w:rsid w:val="00665C70"/>
    <w:rsid w:val="006670D2"/>
    <w:rsid w:val="00667E47"/>
    <w:rsid w:val="00671CD9"/>
    <w:rsid w:val="00671E98"/>
    <w:rsid w:val="00677451"/>
    <w:rsid w:val="00680463"/>
    <w:rsid w:val="00680563"/>
    <w:rsid w:val="0068756E"/>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4F0F"/>
    <w:rsid w:val="0075062D"/>
    <w:rsid w:val="00751B28"/>
    <w:rsid w:val="007537E2"/>
    <w:rsid w:val="007551C0"/>
    <w:rsid w:val="007621BC"/>
    <w:rsid w:val="00762B56"/>
    <w:rsid w:val="00763DBB"/>
    <w:rsid w:val="00764434"/>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273"/>
    <w:rsid w:val="007B3D18"/>
    <w:rsid w:val="007B5233"/>
    <w:rsid w:val="007B65D7"/>
    <w:rsid w:val="007C2637"/>
    <w:rsid w:val="007C5F07"/>
    <w:rsid w:val="007D3ECB"/>
    <w:rsid w:val="007D47E2"/>
    <w:rsid w:val="007E059A"/>
    <w:rsid w:val="007E05D4"/>
    <w:rsid w:val="007E3CEA"/>
    <w:rsid w:val="007E4370"/>
    <w:rsid w:val="007E6ECF"/>
    <w:rsid w:val="007F470C"/>
    <w:rsid w:val="007F7237"/>
    <w:rsid w:val="007F767C"/>
    <w:rsid w:val="007F7CF0"/>
    <w:rsid w:val="00801B32"/>
    <w:rsid w:val="00805614"/>
    <w:rsid w:val="00805A3A"/>
    <w:rsid w:val="00806450"/>
    <w:rsid w:val="008066B7"/>
    <w:rsid w:val="0080749F"/>
    <w:rsid w:val="00814D17"/>
    <w:rsid w:val="008176E4"/>
    <w:rsid w:val="008219B3"/>
    <w:rsid w:val="00821FD9"/>
    <w:rsid w:val="00824DB1"/>
    <w:rsid w:val="00825350"/>
    <w:rsid w:val="008264C7"/>
    <w:rsid w:val="008308C2"/>
    <w:rsid w:val="00831433"/>
    <w:rsid w:val="00843C02"/>
    <w:rsid w:val="008447E4"/>
    <w:rsid w:val="00845BB9"/>
    <w:rsid w:val="00847FCF"/>
    <w:rsid w:val="00850660"/>
    <w:rsid w:val="00851221"/>
    <w:rsid w:val="00851812"/>
    <w:rsid w:val="00853750"/>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1A47"/>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74F"/>
    <w:rsid w:val="00A149C0"/>
    <w:rsid w:val="00A24CF9"/>
    <w:rsid w:val="00A25249"/>
    <w:rsid w:val="00A2628B"/>
    <w:rsid w:val="00A26C5B"/>
    <w:rsid w:val="00A410AD"/>
    <w:rsid w:val="00A43AA1"/>
    <w:rsid w:val="00A44863"/>
    <w:rsid w:val="00A460FA"/>
    <w:rsid w:val="00A46A67"/>
    <w:rsid w:val="00A52D4A"/>
    <w:rsid w:val="00A62C91"/>
    <w:rsid w:val="00A67E88"/>
    <w:rsid w:val="00A74CAA"/>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2556"/>
    <w:rsid w:val="00AD50AE"/>
    <w:rsid w:val="00AE0630"/>
    <w:rsid w:val="00AE5FC1"/>
    <w:rsid w:val="00AF08B7"/>
    <w:rsid w:val="00AF10CC"/>
    <w:rsid w:val="00AF47E7"/>
    <w:rsid w:val="00B01CFA"/>
    <w:rsid w:val="00B02F16"/>
    <w:rsid w:val="00B04771"/>
    <w:rsid w:val="00B0517E"/>
    <w:rsid w:val="00B118C7"/>
    <w:rsid w:val="00B129F7"/>
    <w:rsid w:val="00B13A4D"/>
    <w:rsid w:val="00B140A4"/>
    <w:rsid w:val="00B16A3D"/>
    <w:rsid w:val="00B254C3"/>
    <w:rsid w:val="00B2571D"/>
    <w:rsid w:val="00B367D1"/>
    <w:rsid w:val="00B475C7"/>
    <w:rsid w:val="00B4773A"/>
    <w:rsid w:val="00B52F16"/>
    <w:rsid w:val="00B531C7"/>
    <w:rsid w:val="00B641D6"/>
    <w:rsid w:val="00B667B2"/>
    <w:rsid w:val="00B6706C"/>
    <w:rsid w:val="00B725E5"/>
    <w:rsid w:val="00B811B1"/>
    <w:rsid w:val="00B8323D"/>
    <w:rsid w:val="00B83F9C"/>
    <w:rsid w:val="00B84911"/>
    <w:rsid w:val="00B84AAD"/>
    <w:rsid w:val="00B85519"/>
    <w:rsid w:val="00B859DB"/>
    <w:rsid w:val="00B8665F"/>
    <w:rsid w:val="00B8745A"/>
    <w:rsid w:val="00B87DE7"/>
    <w:rsid w:val="00B92868"/>
    <w:rsid w:val="00B94E57"/>
    <w:rsid w:val="00B959D1"/>
    <w:rsid w:val="00BA07C6"/>
    <w:rsid w:val="00BA27B4"/>
    <w:rsid w:val="00BA282C"/>
    <w:rsid w:val="00BA2DA4"/>
    <w:rsid w:val="00BA3C35"/>
    <w:rsid w:val="00BA3E37"/>
    <w:rsid w:val="00BA56A8"/>
    <w:rsid w:val="00BA7642"/>
    <w:rsid w:val="00BB08AD"/>
    <w:rsid w:val="00BB0E9B"/>
    <w:rsid w:val="00BB6BD6"/>
    <w:rsid w:val="00BC2D41"/>
    <w:rsid w:val="00BC4E61"/>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5468"/>
    <w:rsid w:val="00C25747"/>
    <w:rsid w:val="00C25F89"/>
    <w:rsid w:val="00C27277"/>
    <w:rsid w:val="00C3093C"/>
    <w:rsid w:val="00C335C4"/>
    <w:rsid w:val="00C3513B"/>
    <w:rsid w:val="00C35DA2"/>
    <w:rsid w:val="00C36612"/>
    <w:rsid w:val="00C36ED5"/>
    <w:rsid w:val="00C44C32"/>
    <w:rsid w:val="00C45976"/>
    <w:rsid w:val="00C54796"/>
    <w:rsid w:val="00C55C6F"/>
    <w:rsid w:val="00C6536D"/>
    <w:rsid w:val="00C66A4A"/>
    <w:rsid w:val="00C80E5C"/>
    <w:rsid w:val="00C93BF9"/>
    <w:rsid w:val="00C946FE"/>
    <w:rsid w:val="00C94AC7"/>
    <w:rsid w:val="00C96FD1"/>
    <w:rsid w:val="00C978F5"/>
    <w:rsid w:val="00CA149C"/>
    <w:rsid w:val="00CA4AE7"/>
    <w:rsid w:val="00CA5D97"/>
    <w:rsid w:val="00CA5DF5"/>
    <w:rsid w:val="00CA7140"/>
    <w:rsid w:val="00CB0295"/>
    <w:rsid w:val="00CB02A7"/>
    <w:rsid w:val="00CB2A72"/>
    <w:rsid w:val="00CB4C1F"/>
    <w:rsid w:val="00CB5260"/>
    <w:rsid w:val="00CB7417"/>
    <w:rsid w:val="00CB763B"/>
    <w:rsid w:val="00CC1E79"/>
    <w:rsid w:val="00CC439B"/>
    <w:rsid w:val="00CD4F2E"/>
    <w:rsid w:val="00CE14D3"/>
    <w:rsid w:val="00CE44AA"/>
    <w:rsid w:val="00CE61F4"/>
    <w:rsid w:val="00CF08BF"/>
    <w:rsid w:val="00CF1549"/>
    <w:rsid w:val="00CF1900"/>
    <w:rsid w:val="00CF5639"/>
    <w:rsid w:val="00CF5A24"/>
    <w:rsid w:val="00D00280"/>
    <w:rsid w:val="00D008F5"/>
    <w:rsid w:val="00D0286B"/>
    <w:rsid w:val="00D03B17"/>
    <w:rsid w:val="00D05E20"/>
    <w:rsid w:val="00D062D5"/>
    <w:rsid w:val="00D10FE7"/>
    <w:rsid w:val="00D111E9"/>
    <w:rsid w:val="00D14643"/>
    <w:rsid w:val="00D22665"/>
    <w:rsid w:val="00D22E7C"/>
    <w:rsid w:val="00D30DB8"/>
    <w:rsid w:val="00D3172E"/>
    <w:rsid w:val="00D3317C"/>
    <w:rsid w:val="00D3642C"/>
    <w:rsid w:val="00D41E05"/>
    <w:rsid w:val="00D44F2D"/>
    <w:rsid w:val="00D4529D"/>
    <w:rsid w:val="00D47D66"/>
    <w:rsid w:val="00D52019"/>
    <w:rsid w:val="00D551AB"/>
    <w:rsid w:val="00D55F34"/>
    <w:rsid w:val="00D60B71"/>
    <w:rsid w:val="00D60C86"/>
    <w:rsid w:val="00D672E7"/>
    <w:rsid w:val="00D713C8"/>
    <w:rsid w:val="00D71B75"/>
    <w:rsid w:val="00D74A5C"/>
    <w:rsid w:val="00D83562"/>
    <w:rsid w:val="00D87E85"/>
    <w:rsid w:val="00D90C77"/>
    <w:rsid w:val="00D915C2"/>
    <w:rsid w:val="00D93822"/>
    <w:rsid w:val="00D957C8"/>
    <w:rsid w:val="00DA3C59"/>
    <w:rsid w:val="00DA3EFD"/>
    <w:rsid w:val="00DA7E40"/>
    <w:rsid w:val="00DB0C31"/>
    <w:rsid w:val="00DB171C"/>
    <w:rsid w:val="00DB4A3F"/>
    <w:rsid w:val="00DC08A6"/>
    <w:rsid w:val="00DC3FD5"/>
    <w:rsid w:val="00DC49E2"/>
    <w:rsid w:val="00DC5861"/>
    <w:rsid w:val="00DC6ED6"/>
    <w:rsid w:val="00DD565E"/>
    <w:rsid w:val="00DD6972"/>
    <w:rsid w:val="00DE297F"/>
    <w:rsid w:val="00DE2AED"/>
    <w:rsid w:val="00DE615B"/>
    <w:rsid w:val="00DF3529"/>
    <w:rsid w:val="00DF48DB"/>
    <w:rsid w:val="00DF6735"/>
    <w:rsid w:val="00E02B61"/>
    <w:rsid w:val="00E03070"/>
    <w:rsid w:val="00E03FE2"/>
    <w:rsid w:val="00E068D4"/>
    <w:rsid w:val="00E078E5"/>
    <w:rsid w:val="00E13F03"/>
    <w:rsid w:val="00E2245D"/>
    <w:rsid w:val="00E2381D"/>
    <w:rsid w:val="00E24256"/>
    <w:rsid w:val="00E24458"/>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47E7"/>
    <w:rsid w:val="00E96B4B"/>
    <w:rsid w:val="00EA1C70"/>
    <w:rsid w:val="00EA363A"/>
    <w:rsid w:val="00EA4B53"/>
    <w:rsid w:val="00EA6955"/>
    <w:rsid w:val="00EA6E32"/>
    <w:rsid w:val="00EB0488"/>
    <w:rsid w:val="00EB230B"/>
    <w:rsid w:val="00EB45EC"/>
    <w:rsid w:val="00EB610E"/>
    <w:rsid w:val="00EB771E"/>
    <w:rsid w:val="00EB7F5F"/>
    <w:rsid w:val="00EC0593"/>
    <w:rsid w:val="00EC51AF"/>
    <w:rsid w:val="00ED2548"/>
    <w:rsid w:val="00ED4712"/>
    <w:rsid w:val="00ED699D"/>
    <w:rsid w:val="00EE06FB"/>
    <w:rsid w:val="00EE0BE6"/>
    <w:rsid w:val="00EE2FDB"/>
    <w:rsid w:val="00EE3478"/>
    <w:rsid w:val="00EE6D96"/>
    <w:rsid w:val="00EE7A55"/>
    <w:rsid w:val="00EF0C86"/>
    <w:rsid w:val="00EF6254"/>
    <w:rsid w:val="00F026F7"/>
    <w:rsid w:val="00F06F51"/>
    <w:rsid w:val="00F075ED"/>
    <w:rsid w:val="00F076FF"/>
    <w:rsid w:val="00F102C8"/>
    <w:rsid w:val="00F1372B"/>
    <w:rsid w:val="00F13AB0"/>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15E4"/>
    <w:rsid w:val="00F81B4D"/>
    <w:rsid w:val="00F879AC"/>
    <w:rsid w:val="00F91A26"/>
    <w:rsid w:val="00F94C8A"/>
    <w:rsid w:val="00F9794C"/>
    <w:rsid w:val="00FA25B6"/>
    <w:rsid w:val="00FA5B5C"/>
    <w:rsid w:val="00FA5EDC"/>
    <w:rsid w:val="00FA6B7D"/>
    <w:rsid w:val="00FA7371"/>
    <w:rsid w:val="00FB1F2B"/>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2016-03-26T18:27:13+00:00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0150853C-084F-4D96-B03A-71F462BB4D59}"/>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1704</Words>
  <Characters>11443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13121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2014-12-11T16:26:00Z</dcterms:created>
  <dcterms:modified xsi:type="dcterms:W3CDTF">2015-03-31T15:41:00Z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